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3607CF41" w:rsidR="006E5D65" w:rsidRPr="00DA432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A4323">
        <w:rPr>
          <w:rFonts w:ascii="Corbel" w:hAnsi="Corbel"/>
          <w:b/>
          <w:bCs/>
        </w:rPr>
        <w:t xml:space="preserve">   </w:t>
      </w:r>
      <w:r w:rsidR="00CD6897" w:rsidRPr="00DA4323">
        <w:rPr>
          <w:rFonts w:ascii="Corbel" w:hAnsi="Corbel"/>
          <w:b/>
          <w:bCs/>
        </w:rPr>
        <w:tab/>
      </w:r>
      <w:r w:rsidR="00CD6897" w:rsidRPr="00DA4323">
        <w:rPr>
          <w:rFonts w:ascii="Corbel" w:hAnsi="Corbel"/>
          <w:b/>
          <w:bCs/>
        </w:rPr>
        <w:tab/>
      </w:r>
      <w:r w:rsidR="00CD6897" w:rsidRPr="00DA4323">
        <w:rPr>
          <w:rFonts w:ascii="Corbel" w:hAnsi="Corbel"/>
          <w:b/>
          <w:bCs/>
        </w:rPr>
        <w:tab/>
      </w:r>
      <w:r w:rsidR="00CD6897" w:rsidRPr="00DA4323">
        <w:rPr>
          <w:rFonts w:ascii="Corbel" w:hAnsi="Corbel"/>
          <w:b/>
          <w:bCs/>
        </w:rPr>
        <w:tab/>
      </w:r>
      <w:r w:rsidR="00CD6897" w:rsidRPr="00DA4323">
        <w:rPr>
          <w:rFonts w:ascii="Corbel" w:hAnsi="Corbel"/>
          <w:b/>
          <w:bCs/>
        </w:rPr>
        <w:tab/>
      </w:r>
      <w:r w:rsidR="00CD6897" w:rsidRPr="00DA4323">
        <w:rPr>
          <w:rFonts w:ascii="Corbel" w:hAnsi="Corbel"/>
          <w:b/>
          <w:bCs/>
        </w:rPr>
        <w:tab/>
      </w:r>
      <w:r w:rsidR="00D8678B" w:rsidRPr="00DA4323">
        <w:rPr>
          <w:rFonts w:ascii="Corbel" w:hAnsi="Corbel"/>
          <w:bCs/>
          <w:i/>
        </w:rPr>
        <w:t xml:space="preserve">Załącznik nr </w:t>
      </w:r>
      <w:r w:rsidR="006F31E2" w:rsidRPr="00DA4323">
        <w:rPr>
          <w:rFonts w:ascii="Corbel" w:hAnsi="Corbel"/>
          <w:bCs/>
          <w:i/>
        </w:rPr>
        <w:t>1.5</w:t>
      </w:r>
      <w:r w:rsidR="00D8678B" w:rsidRPr="00DA4323">
        <w:rPr>
          <w:rFonts w:ascii="Corbel" w:hAnsi="Corbel"/>
          <w:bCs/>
          <w:i/>
        </w:rPr>
        <w:t xml:space="preserve"> do Zarządzenia</w:t>
      </w:r>
      <w:r w:rsidR="002A22BF" w:rsidRPr="00DA4323">
        <w:rPr>
          <w:rFonts w:ascii="Corbel" w:hAnsi="Corbel"/>
          <w:bCs/>
          <w:i/>
        </w:rPr>
        <w:t xml:space="preserve"> Rektora UR </w:t>
      </w:r>
      <w:r w:rsidR="00CD6897" w:rsidRPr="00DA4323">
        <w:rPr>
          <w:rFonts w:ascii="Corbel" w:hAnsi="Corbel"/>
          <w:bCs/>
          <w:i/>
        </w:rPr>
        <w:t xml:space="preserve">nr </w:t>
      </w:r>
      <w:r w:rsidR="00DA4323" w:rsidRPr="00DA4323">
        <w:rPr>
          <w:rFonts w:ascii="Corbel" w:hAnsi="Corbel"/>
          <w:bCs/>
          <w:i/>
        </w:rPr>
        <w:t>7</w:t>
      </w:r>
      <w:r w:rsidR="00F17567" w:rsidRPr="00DA4323">
        <w:rPr>
          <w:rFonts w:ascii="Corbel" w:hAnsi="Corbel"/>
          <w:bCs/>
          <w:i/>
        </w:rPr>
        <w:t>/20</w:t>
      </w:r>
      <w:r w:rsidR="00DA4323" w:rsidRPr="00DA4323">
        <w:rPr>
          <w:rFonts w:ascii="Corbel" w:hAnsi="Corbel"/>
          <w:bCs/>
          <w:i/>
        </w:rPr>
        <w:t>23</w:t>
      </w:r>
    </w:p>
    <w:p w14:paraId="162631F3" w14:textId="77777777" w:rsidR="00DA4323" w:rsidRPr="00DA4323" w:rsidRDefault="00DA4323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B07FC45" w14:textId="77777777" w:rsidR="0085747A" w:rsidRPr="00DA432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A4323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0A643761" w:rsidR="0085747A" w:rsidRPr="00DA432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A432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A4323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DA4323">
        <w:rPr>
          <w:rFonts w:ascii="Corbel" w:hAnsi="Corbel"/>
          <w:b/>
          <w:smallCaps/>
          <w:sz w:val="24"/>
          <w:szCs w:val="24"/>
        </w:rPr>
        <w:t>202</w:t>
      </w:r>
      <w:r w:rsidR="00654C51" w:rsidRPr="00DA4323">
        <w:rPr>
          <w:rFonts w:ascii="Corbel" w:hAnsi="Corbel"/>
          <w:b/>
          <w:smallCaps/>
          <w:sz w:val="24"/>
          <w:szCs w:val="24"/>
        </w:rPr>
        <w:t>4</w:t>
      </w:r>
      <w:r w:rsidR="00676A10" w:rsidRPr="00DA4323">
        <w:rPr>
          <w:rFonts w:ascii="Corbel" w:hAnsi="Corbel"/>
          <w:b/>
          <w:smallCaps/>
          <w:sz w:val="24"/>
          <w:szCs w:val="24"/>
        </w:rPr>
        <w:t>-</w:t>
      </w:r>
      <w:r w:rsidR="008F70AB" w:rsidRPr="00DA4323">
        <w:rPr>
          <w:rFonts w:ascii="Corbel" w:hAnsi="Corbel"/>
          <w:b/>
          <w:smallCaps/>
          <w:sz w:val="24"/>
          <w:szCs w:val="24"/>
        </w:rPr>
        <w:t>20</w:t>
      </w:r>
      <w:r w:rsidR="001F7DC8" w:rsidRPr="00DA4323">
        <w:rPr>
          <w:rFonts w:ascii="Corbel" w:hAnsi="Corbel"/>
          <w:b/>
          <w:smallCaps/>
          <w:sz w:val="24"/>
          <w:szCs w:val="24"/>
        </w:rPr>
        <w:t>2</w:t>
      </w:r>
      <w:r w:rsidR="00654C51" w:rsidRPr="00DA4323">
        <w:rPr>
          <w:rFonts w:ascii="Corbel" w:hAnsi="Corbel"/>
          <w:b/>
          <w:smallCaps/>
          <w:sz w:val="24"/>
          <w:szCs w:val="24"/>
        </w:rPr>
        <w:t>9</w:t>
      </w:r>
    </w:p>
    <w:p w14:paraId="35E783A3" w14:textId="6D250C83" w:rsidR="0085747A" w:rsidRPr="00DA4323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A432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DB1C674" w14:textId="63F7F0A9" w:rsidR="0085747A" w:rsidRPr="00DA4323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A4323">
        <w:rPr>
          <w:rFonts w:ascii="Corbel" w:hAnsi="Corbel"/>
          <w:sz w:val="20"/>
          <w:szCs w:val="20"/>
        </w:rPr>
        <w:tab/>
      </w:r>
      <w:r w:rsidRPr="00DA4323">
        <w:rPr>
          <w:rFonts w:ascii="Corbel" w:hAnsi="Corbel"/>
          <w:sz w:val="20"/>
          <w:szCs w:val="20"/>
        </w:rPr>
        <w:tab/>
      </w:r>
      <w:r w:rsidRPr="00DA4323">
        <w:rPr>
          <w:rFonts w:ascii="Corbel" w:hAnsi="Corbel"/>
          <w:sz w:val="20"/>
          <w:szCs w:val="20"/>
        </w:rPr>
        <w:tab/>
      </w:r>
      <w:r w:rsidRPr="00DA4323">
        <w:rPr>
          <w:rFonts w:ascii="Corbel" w:hAnsi="Corbel"/>
          <w:sz w:val="20"/>
          <w:szCs w:val="20"/>
        </w:rPr>
        <w:tab/>
        <w:t xml:space="preserve">Rok akademicki   </w:t>
      </w:r>
      <w:r w:rsidR="008927D9" w:rsidRPr="00DA4323">
        <w:rPr>
          <w:rFonts w:ascii="Corbel" w:hAnsi="Corbel"/>
          <w:sz w:val="20"/>
          <w:szCs w:val="20"/>
        </w:rPr>
        <w:t>20</w:t>
      </w:r>
      <w:r w:rsidR="007849AE" w:rsidRPr="00DA4323">
        <w:rPr>
          <w:rFonts w:ascii="Corbel" w:hAnsi="Corbel"/>
          <w:sz w:val="20"/>
          <w:szCs w:val="20"/>
        </w:rPr>
        <w:t>2</w:t>
      </w:r>
      <w:r w:rsidR="00DA4323" w:rsidRPr="00DA4323">
        <w:rPr>
          <w:rFonts w:ascii="Corbel" w:hAnsi="Corbel"/>
          <w:sz w:val="20"/>
          <w:szCs w:val="20"/>
        </w:rPr>
        <w:t>6</w:t>
      </w:r>
      <w:r w:rsidR="008927D9" w:rsidRPr="00DA4323">
        <w:rPr>
          <w:rFonts w:ascii="Corbel" w:hAnsi="Corbel"/>
          <w:sz w:val="20"/>
          <w:szCs w:val="20"/>
        </w:rPr>
        <w:t>/202</w:t>
      </w:r>
      <w:r w:rsidR="00DA4323" w:rsidRPr="00DA4323">
        <w:rPr>
          <w:rFonts w:ascii="Corbel" w:hAnsi="Corbel"/>
          <w:sz w:val="20"/>
          <w:szCs w:val="20"/>
        </w:rPr>
        <w:t>7</w:t>
      </w:r>
    </w:p>
    <w:p w14:paraId="7817197E" w14:textId="77777777" w:rsidR="008927D9" w:rsidRPr="00DA4323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DA432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A4323">
        <w:rPr>
          <w:rFonts w:ascii="Corbel" w:hAnsi="Corbel"/>
          <w:szCs w:val="24"/>
        </w:rPr>
        <w:t xml:space="preserve">1. </w:t>
      </w:r>
      <w:r w:rsidR="0085747A" w:rsidRPr="00DA4323">
        <w:rPr>
          <w:rFonts w:ascii="Corbel" w:hAnsi="Corbel"/>
          <w:szCs w:val="24"/>
        </w:rPr>
        <w:t xml:space="preserve">Podstawowe </w:t>
      </w:r>
      <w:r w:rsidR="00445970" w:rsidRPr="00DA432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A4323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DA432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43FCE805" w:rsidR="0085747A" w:rsidRPr="00DA4323" w:rsidRDefault="003426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A4323">
              <w:rPr>
                <w:rFonts w:ascii="Corbel" w:hAnsi="Corbel"/>
                <w:bCs/>
                <w:sz w:val="24"/>
                <w:szCs w:val="24"/>
              </w:rPr>
              <w:t>Internetowe bazy publikacji i streszczeń</w:t>
            </w:r>
          </w:p>
        </w:tc>
      </w:tr>
      <w:tr w:rsidR="0085747A" w:rsidRPr="00DA4323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DA432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A432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DA432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A4323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DA4323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N</w:t>
            </w:r>
            <w:r w:rsidR="0085747A" w:rsidRPr="00DA432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A432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777777" w:rsidR="0085747A" w:rsidRPr="00DA4323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A4323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DA43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14C68B6A" w:rsidR="0085747A" w:rsidRPr="00DA4323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C755B">
              <w:rPr>
                <w:rFonts w:ascii="Corbel" w:hAnsi="Corbel"/>
                <w:b w:val="0"/>
                <w:sz w:val="24"/>
                <w:szCs w:val="24"/>
              </w:rPr>
              <w:t>edagogiki</w:t>
            </w:r>
          </w:p>
        </w:tc>
      </w:tr>
      <w:tr w:rsidR="0085747A" w:rsidRPr="00DA4323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DA43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DA4323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DA4323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DA4323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DA432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DA4323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DA4323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DA43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DA4323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DA4323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DA43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DA4323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DA432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DA432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DA4323" w14:paraId="2A9BE04C" w14:textId="77777777" w:rsidTr="00654C51">
        <w:tc>
          <w:tcPr>
            <w:tcW w:w="2694" w:type="dxa"/>
            <w:vAlign w:val="center"/>
          </w:tcPr>
          <w:p w14:paraId="0A6AE154" w14:textId="77777777" w:rsidR="0085747A" w:rsidRPr="00DA43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A4323">
              <w:rPr>
                <w:rFonts w:ascii="Corbel" w:hAnsi="Corbel"/>
                <w:sz w:val="24"/>
                <w:szCs w:val="24"/>
              </w:rPr>
              <w:t>/y</w:t>
            </w:r>
            <w:r w:rsidRPr="00DA432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153100F" w14:textId="52161574" w:rsidR="0085747A" w:rsidRPr="00DA4323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1C2FE4" w:rsidRPr="00DA43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54C51" w:rsidRPr="00DA4323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DA4323">
              <w:rPr>
                <w:rFonts w:ascii="Corbel" w:hAnsi="Corbel"/>
                <w:b w:val="0"/>
                <w:sz w:val="24"/>
                <w:szCs w:val="24"/>
              </w:rPr>
              <w:t>, semest</w:t>
            </w:r>
            <w:r w:rsidR="001C2FE4" w:rsidRPr="00DA432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654C51" w:rsidRPr="00DA432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DA4323" w14:paraId="2DB301B7" w14:textId="77777777" w:rsidTr="001606D7">
        <w:tc>
          <w:tcPr>
            <w:tcW w:w="2694" w:type="dxa"/>
            <w:vAlign w:val="center"/>
          </w:tcPr>
          <w:p w14:paraId="38F89D13" w14:textId="77777777" w:rsidR="0085747A" w:rsidRPr="00DA43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4AEB719" w14:textId="0628F0E5" w:rsidR="0085747A" w:rsidRPr="00DA4323" w:rsidRDefault="001606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DA4323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DA432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DA4323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DA432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A4323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DA43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5A3DCD6F" w:rsidR="0085747A" w:rsidRPr="00DA4323" w:rsidRDefault="00B27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  <w:tr w:rsidR="0085747A" w:rsidRPr="00DA4323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DA43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6A54FF44" w:rsidR="0085747A" w:rsidRPr="00DA4323" w:rsidRDefault="00654C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Dr Sławomir Rębisz</w:t>
            </w:r>
          </w:p>
        </w:tc>
      </w:tr>
    </w:tbl>
    <w:p w14:paraId="7CA13719" w14:textId="4529A358" w:rsidR="00923D7D" w:rsidRPr="00DA4323" w:rsidRDefault="0085747A" w:rsidP="00DA432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A4323">
        <w:rPr>
          <w:rFonts w:ascii="Corbel" w:hAnsi="Corbel"/>
          <w:sz w:val="24"/>
          <w:szCs w:val="24"/>
        </w:rPr>
        <w:t xml:space="preserve">* </w:t>
      </w:r>
      <w:r w:rsidRPr="00DA4323">
        <w:rPr>
          <w:rFonts w:ascii="Corbel" w:hAnsi="Corbel"/>
          <w:i/>
          <w:sz w:val="24"/>
          <w:szCs w:val="24"/>
        </w:rPr>
        <w:t>-</w:t>
      </w:r>
      <w:r w:rsidR="00B90885" w:rsidRPr="00DA432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A4323">
        <w:rPr>
          <w:rFonts w:ascii="Corbel" w:hAnsi="Corbel"/>
          <w:b w:val="0"/>
          <w:sz w:val="24"/>
          <w:szCs w:val="24"/>
        </w:rPr>
        <w:t>e,</w:t>
      </w:r>
      <w:r w:rsidRPr="00DA4323">
        <w:rPr>
          <w:rFonts w:ascii="Corbel" w:hAnsi="Corbel"/>
          <w:i/>
          <w:sz w:val="24"/>
          <w:szCs w:val="24"/>
        </w:rPr>
        <w:t xml:space="preserve"> </w:t>
      </w:r>
      <w:r w:rsidRPr="00DA432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A4323">
        <w:rPr>
          <w:rFonts w:ascii="Corbel" w:hAnsi="Corbel"/>
          <w:b w:val="0"/>
          <w:i/>
          <w:sz w:val="24"/>
          <w:szCs w:val="24"/>
        </w:rPr>
        <w:t>w Jednostce</w:t>
      </w:r>
    </w:p>
    <w:p w14:paraId="4FCBBCFB" w14:textId="77777777" w:rsidR="0085747A" w:rsidRPr="00DA432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A4323">
        <w:rPr>
          <w:rFonts w:ascii="Corbel" w:hAnsi="Corbel"/>
          <w:sz w:val="24"/>
          <w:szCs w:val="24"/>
        </w:rPr>
        <w:t>1.</w:t>
      </w:r>
      <w:r w:rsidR="00E22FBC" w:rsidRPr="00DA4323">
        <w:rPr>
          <w:rFonts w:ascii="Corbel" w:hAnsi="Corbel"/>
          <w:sz w:val="24"/>
          <w:szCs w:val="24"/>
        </w:rPr>
        <w:t>1</w:t>
      </w:r>
      <w:r w:rsidRPr="00DA432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DA432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51"/>
        <w:gridCol w:w="800"/>
        <w:gridCol w:w="821"/>
        <w:gridCol w:w="761"/>
        <w:gridCol w:w="948"/>
        <w:gridCol w:w="1200"/>
        <w:gridCol w:w="1501"/>
      </w:tblGrid>
      <w:tr w:rsidR="00015B8F" w:rsidRPr="00DA4323" w14:paraId="1CDF9921" w14:textId="77777777" w:rsidTr="00F4785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DA432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(</w:t>
            </w:r>
            <w:r w:rsidR="00363F78" w:rsidRPr="00DA432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0F4E2385" w:rsidR="00015B8F" w:rsidRPr="00DA4323" w:rsidRDefault="00DA432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A4323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DA43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A4323">
              <w:rPr>
                <w:rFonts w:ascii="Corbel" w:hAnsi="Corbel"/>
                <w:b/>
                <w:szCs w:val="24"/>
              </w:rPr>
              <w:t>Liczba pkt</w:t>
            </w:r>
            <w:r w:rsidR="00B90885" w:rsidRPr="00DA4323">
              <w:rPr>
                <w:rFonts w:ascii="Corbel" w:hAnsi="Corbel"/>
                <w:b/>
                <w:szCs w:val="24"/>
              </w:rPr>
              <w:t>.</w:t>
            </w:r>
            <w:r w:rsidRPr="00DA432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54C51" w:rsidRPr="00DA4323" w14:paraId="6D3081D3" w14:textId="77777777" w:rsidTr="00F4785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3D9C" w14:textId="5EF25D06" w:rsidR="00015B8F" w:rsidRPr="00DA4323" w:rsidRDefault="00654C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189DA932" w:rsidR="00015B8F" w:rsidRPr="00DA43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3BD069F" w:rsidR="00015B8F" w:rsidRPr="00DA43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DA43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DA43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DA43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DA43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DA432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1DBAA554" w:rsidR="00015B8F" w:rsidRPr="00DA4323" w:rsidRDefault="00DA4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D4E7" w14:textId="5B1DECD8" w:rsidR="00015B8F" w:rsidRPr="00DA4323" w:rsidRDefault="00654C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B07E7" w14:textId="77777777" w:rsidR="00923D7D" w:rsidRPr="00DA4323" w:rsidRDefault="00923D7D" w:rsidP="00DA432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DA432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A4323">
        <w:rPr>
          <w:rFonts w:ascii="Corbel" w:hAnsi="Corbel"/>
          <w:smallCaps w:val="0"/>
          <w:szCs w:val="24"/>
        </w:rPr>
        <w:t>1.</w:t>
      </w:r>
      <w:r w:rsidR="00E22FBC" w:rsidRPr="00DA4323">
        <w:rPr>
          <w:rFonts w:ascii="Corbel" w:hAnsi="Corbel"/>
          <w:smallCaps w:val="0"/>
          <w:szCs w:val="24"/>
        </w:rPr>
        <w:t>2</w:t>
      </w:r>
      <w:r w:rsidR="00F83B28" w:rsidRPr="00DA4323">
        <w:rPr>
          <w:rFonts w:ascii="Corbel" w:hAnsi="Corbel"/>
          <w:smallCaps w:val="0"/>
          <w:szCs w:val="24"/>
        </w:rPr>
        <w:t>.</w:t>
      </w:r>
      <w:r w:rsidR="00F83B28" w:rsidRPr="00DA4323">
        <w:rPr>
          <w:rFonts w:ascii="Corbel" w:hAnsi="Corbel"/>
          <w:smallCaps w:val="0"/>
          <w:szCs w:val="24"/>
        </w:rPr>
        <w:tab/>
      </w:r>
      <w:r w:rsidRPr="00DA4323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DA4323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323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DA432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DA432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A4323">
        <w:rPr>
          <w:rFonts w:ascii="Segoe UI Symbol" w:eastAsia="MS Gothic" w:hAnsi="Segoe UI Symbol" w:cs="Segoe UI Symbol"/>
          <w:b w:val="0"/>
          <w:szCs w:val="24"/>
        </w:rPr>
        <w:t>☐</w:t>
      </w:r>
      <w:r w:rsidRPr="00DA432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DA432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4BC0F952" w:rsidR="007916D1" w:rsidRPr="00DA4323" w:rsidRDefault="00E22FBC" w:rsidP="00DA43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A4323">
        <w:rPr>
          <w:rFonts w:ascii="Corbel" w:hAnsi="Corbel"/>
          <w:smallCaps w:val="0"/>
          <w:szCs w:val="24"/>
        </w:rPr>
        <w:t xml:space="preserve">1.3 </w:t>
      </w:r>
      <w:r w:rsidR="00F83B28" w:rsidRPr="00DA4323">
        <w:rPr>
          <w:rFonts w:ascii="Corbel" w:hAnsi="Corbel"/>
          <w:smallCaps w:val="0"/>
          <w:szCs w:val="24"/>
        </w:rPr>
        <w:tab/>
      </w:r>
      <w:r w:rsidRPr="00DA4323">
        <w:rPr>
          <w:rFonts w:ascii="Corbel" w:hAnsi="Corbel"/>
          <w:smallCaps w:val="0"/>
          <w:szCs w:val="24"/>
        </w:rPr>
        <w:t>For</w:t>
      </w:r>
      <w:r w:rsidR="00445970" w:rsidRPr="00DA4323">
        <w:rPr>
          <w:rFonts w:ascii="Corbel" w:hAnsi="Corbel"/>
          <w:smallCaps w:val="0"/>
          <w:szCs w:val="24"/>
        </w:rPr>
        <w:t xml:space="preserve">ma zaliczenia przedmiotu </w:t>
      </w:r>
      <w:r w:rsidRPr="00DA4323">
        <w:rPr>
          <w:rFonts w:ascii="Corbel" w:hAnsi="Corbel"/>
          <w:smallCaps w:val="0"/>
          <w:szCs w:val="24"/>
        </w:rPr>
        <w:t>(z toku)</w:t>
      </w:r>
      <w:r w:rsidR="00DA4323" w:rsidRPr="00DA4323">
        <w:rPr>
          <w:rFonts w:ascii="Corbel" w:hAnsi="Corbel"/>
          <w:smallCaps w:val="0"/>
          <w:szCs w:val="24"/>
        </w:rPr>
        <w:t xml:space="preserve">: </w:t>
      </w:r>
      <w:r w:rsidR="00DA4323" w:rsidRPr="00DA4323">
        <w:rPr>
          <w:rFonts w:ascii="Corbel" w:hAnsi="Corbel"/>
          <w:b w:val="0"/>
          <w:bCs/>
          <w:smallCaps w:val="0"/>
          <w:szCs w:val="24"/>
        </w:rPr>
        <w:t>z</w:t>
      </w:r>
      <w:r w:rsidR="00342643" w:rsidRPr="00DA4323">
        <w:rPr>
          <w:rFonts w:ascii="Corbel" w:hAnsi="Corbel"/>
          <w:b w:val="0"/>
          <w:bCs/>
          <w:smallCaps w:val="0"/>
          <w:szCs w:val="24"/>
        </w:rPr>
        <w:t>aliczenie z oceną</w:t>
      </w:r>
    </w:p>
    <w:p w14:paraId="3CCB587E" w14:textId="77777777" w:rsidR="00E960BB" w:rsidRPr="00DA432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DA432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A432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4323" w14:paraId="3ACBBF9A" w14:textId="77777777" w:rsidTr="00745302">
        <w:tc>
          <w:tcPr>
            <w:tcW w:w="9670" w:type="dxa"/>
          </w:tcPr>
          <w:p w14:paraId="4A97C0C9" w14:textId="025DE2EC" w:rsidR="0085747A" w:rsidRPr="00DA4323" w:rsidRDefault="00342643" w:rsidP="0034264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j. angielskiego na poziomie podstawowym oraz umiejętność sprawnego posługiwania się technikami informacyjnymi (IT)</w:t>
            </w:r>
            <w:r w:rsidR="006E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58255F5" w14:textId="77777777" w:rsidR="00153C41" w:rsidRPr="00DA432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643EF50B" w:rsidR="0085747A" w:rsidRPr="00DA432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A4323">
        <w:rPr>
          <w:rFonts w:ascii="Corbel" w:hAnsi="Corbel"/>
          <w:szCs w:val="24"/>
        </w:rPr>
        <w:t>3.</w:t>
      </w:r>
      <w:r w:rsidR="0085747A" w:rsidRPr="00DA4323">
        <w:rPr>
          <w:rFonts w:ascii="Corbel" w:hAnsi="Corbel"/>
          <w:szCs w:val="24"/>
        </w:rPr>
        <w:t xml:space="preserve"> </w:t>
      </w:r>
      <w:r w:rsidR="00A84C85" w:rsidRPr="00DA4323">
        <w:rPr>
          <w:rFonts w:ascii="Corbel" w:hAnsi="Corbel"/>
          <w:szCs w:val="24"/>
        </w:rPr>
        <w:t>cele, efekty uczenia się</w:t>
      </w:r>
      <w:r w:rsidR="0085747A" w:rsidRPr="00DA4323">
        <w:rPr>
          <w:rFonts w:ascii="Corbel" w:hAnsi="Corbel"/>
          <w:szCs w:val="24"/>
        </w:rPr>
        <w:t>, treści Programowe i stosowane metody Dydaktyczne</w:t>
      </w:r>
    </w:p>
    <w:p w14:paraId="7ABBEA25" w14:textId="77777777" w:rsidR="0085747A" w:rsidRPr="00DA432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DA432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A4323">
        <w:rPr>
          <w:rFonts w:ascii="Corbel" w:hAnsi="Corbel"/>
          <w:sz w:val="24"/>
          <w:szCs w:val="24"/>
        </w:rPr>
        <w:t xml:space="preserve">3.1 </w:t>
      </w:r>
      <w:r w:rsidR="00C05F44" w:rsidRPr="00DA4323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DA4323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342643" w:rsidRPr="00DA4323" w14:paraId="4894C0CA" w14:textId="77777777" w:rsidTr="00D3212A">
        <w:tc>
          <w:tcPr>
            <w:tcW w:w="672" w:type="dxa"/>
            <w:vAlign w:val="center"/>
          </w:tcPr>
          <w:p w14:paraId="0F854381" w14:textId="77777777" w:rsidR="00342643" w:rsidRPr="00DA4323" w:rsidRDefault="00342643" w:rsidP="00342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696C37AA" w:rsidR="00342643" w:rsidRPr="00DA4323" w:rsidRDefault="00342643" w:rsidP="0034264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 xml:space="preserve">Zapoznanie słuchaczy z podstawową terminologią: opis bibliograficzny, przypis bibliograficzny, bibliografia załącznikowa, baza internetowa publikacji, indeks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</w:rPr>
              <w:t>cytowań</w:t>
            </w:r>
            <w:proofErr w:type="spellEnd"/>
            <w:r w:rsidRPr="00DA43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</w:rPr>
              <w:t>impact</w:t>
            </w:r>
            <w:proofErr w:type="spellEnd"/>
            <w:r w:rsidRPr="00DA432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</w:rPr>
              <w:t>factor</w:t>
            </w:r>
            <w:proofErr w:type="spellEnd"/>
            <w:r w:rsidRPr="00DA43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</w:rPr>
              <w:t>bibliometria</w:t>
            </w:r>
            <w:proofErr w:type="spellEnd"/>
            <w:r w:rsidRPr="00DA4323">
              <w:rPr>
                <w:rFonts w:ascii="Corbel" w:hAnsi="Corbel"/>
                <w:sz w:val="24"/>
                <w:szCs w:val="24"/>
              </w:rPr>
              <w:t xml:space="preserve">, cytowanie,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</w:rPr>
              <w:t>altmetria</w:t>
            </w:r>
            <w:proofErr w:type="spellEnd"/>
            <w:r w:rsidRPr="00DA4323">
              <w:rPr>
                <w:rFonts w:ascii="Corbel" w:hAnsi="Corbel"/>
                <w:sz w:val="24"/>
                <w:szCs w:val="24"/>
              </w:rPr>
              <w:t xml:space="preserve"> i wskaźniki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</w:rPr>
              <w:t>altmetryczne</w:t>
            </w:r>
            <w:proofErr w:type="spellEnd"/>
            <w:r w:rsidR="00DA4323" w:rsidRPr="00DA432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2643" w:rsidRPr="00DA4323" w14:paraId="56CCB34A" w14:textId="77777777" w:rsidTr="00D3212A">
        <w:tc>
          <w:tcPr>
            <w:tcW w:w="672" w:type="dxa"/>
            <w:vAlign w:val="center"/>
          </w:tcPr>
          <w:p w14:paraId="0DB4F242" w14:textId="77777777" w:rsidR="00342643" w:rsidRPr="00DA4323" w:rsidRDefault="00342643" w:rsidP="003426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5F8ECBBD" w:rsidR="00342643" w:rsidRPr="00DA4323" w:rsidRDefault="00342643" w:rsidP="0034264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Nabycie umiejętności segregacji i wyboru niezbędnych informacji z internetowych baz danych artykułów i streszczeń oraz klasyfikacji literatury naukowej w oparciu o ich indeksację w uznanych bazach</w:t>
            </w:r>
            <w:r w:rsidR="00DA4323" w:rsidRPr="00DA432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2643" w:rsidRPr="00DA4323" w14:paraId="08577DEC" w14:textId="77777777" w:rsidTr="00D3212A">
        <w:tc>
          <w:tcPr>
            <w:tcW w:w="672" w:type="dxa"/>
            <w:vAlign w:val="center"/>
          </w:tcPr>
          <w:p w14:paraId="06070AD5" w14:textId="77777777" w:rsidR="00342643" w:rsidRPr="00DA4323" w:rsidRDefault="00342643" w:rsidP="003426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A432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042AFEFC" w:rsidR="00342643" w:rsidRPr="00DA4323" w:rsidRDefault="00342643" w:rsidP="0034264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Nabycie umiejętności wykorzystania internetowych baz danych artykułów i streszczeń, platform społecznościowych dla naukowców do tworzenia własnej bazy publikacji, bibliografii i przypisów</w:t>
            </w:r>
            <w:r w:rsidR="00DA4323" w:rsidRPr="00DA432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DA4323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DA4323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A4323">
        <w:rPr>
          <w:rFonts w:ascii="Corbel" w:hAnsi="Corbel"/>
          <w:b/>
          <w:sz w:val="24"/>
          <w:szCs w:val="24"/>
        </w:rPr>
        <w:t>3.2 Efekty uczenia się dla przedmiotu</w:t>
      </w:r>
      <w:r w:rsidRPr="00DA4323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DA432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D35B76" w:rsidRPr="00DA4323" w14:paraId="4A76D71B" w14:textId="77777777" w:rsidTr="006A5971">
        <w:tc>
          <w:tcPr>
            <w:tcW w:w="1690" w:type="dxa"/>
          </w:tcPr>
          <w:p w14:paraId="6B62B06F" w14:textId="24F417C2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smallCaps w:val="0"/>
                <w:szCs w:val="24"/>
              </w:rPr>
              <w:t>EK</w:t>
            </w:r>
            <w:r w:rsidRPr="00DA4323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A4323" w:rsidRPr="00DA432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A432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5440DAB0" w14:textId="77777777" w:rsidR="00D35B76" w:rsidRPr="00DA432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Treść efektu kształcenia zdefin</w:t>
            </w:r>
            <w:r w:rsidR="00960011" w:rsidRPr="00DA4323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51E6F97F" w14:textId="77777777" w:rsidR="00DA4323" w:rsidRPr="00DA4323" w:rsidRDefault="00DA4323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7E6A5FB7" w:rsidR="00960011" w:rsidRPr="00DA4323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244AE312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35B76" w:rsidRPr="00DA4323" w14:paraId="3AAF83CC" w14:textId="77777777" w:rsidTr="00913791">
        <w:tc>
          <w:tcPr>
            <w:tcW w:w="1690" w:type="dxa"/>
          </w:tcPr>
          <w:p w14:paraId="4C2709A3" w14:textId="77777777" w:rsidR="00D35B76" w:rsidRPr="00DA4323" w:rsidRDefault="00712EAE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0939481" w14:textId="2D659600" w:rsidR="00D35B76" w:rsidRPr="00DA4323" w:rsidRDefault="00DA4323" w:rsidP="00DA432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w pogłębionym stopniu zna i rozumie</w:t>
            </w:r>
            <w:r w:rsidR="006A5971" w:rsidRPr="00DA4323">
              <w:rPr>
                <w:rFonts w:ascii="Corbel" w:hAnsi="Corbel"/>
                <w:sz w:val="24"/>
              </w:rPr>
              <w:t xml:space="preserve"> znaczenie publikacji naukowych indeksowanych w prestiżowych bazach artykułów i streszczeń (np. Web of Science, Scopus), i ich wagę dla rozwoju danej dziedziny wiedzy oraz kariery naukowej, w kontekście kształtowania odpowiedniej polityki naukowej państwa na rzecz wzmocnienia jej międzynarodowej pozycji naukowej</w:t>
            </w:r>
          </w:p>
        </w:tc>
        <w:tc>
          <w:tcPr>
            <w:tcW w:w="1863" w:type="dxa"/>
            <w:shd w:val="clear" w:color="auto" w:fill="auto"/>
          </w:tcPr>
          <w:p w14:paraId="08B4D376" w14:textId="1FD8D6B1" w:rsidR="00712EAE" w:rsidRPr="00DA4323" w:rsidRDefault="00712EAE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1D7A77" w:rsidRPr="00DA4323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10AFE" w14:textId="77777777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35B76" w:rsidRPr="00DA4323" w14:paraId="2DB1C905" w14:textId="77777777" w:rsidTr="00913791">
        <w:tc>
          <w:tcPr>
            <w:tcW w:w="1690" w:type="dxa"/>
          </w:tcPr>
          <w:p w14:paraId="7A5FF48F" w14:textId="77777777" w:rsidR="00712EAE" w:rsidRPr="00DA4323" w:rsidRDefault="00712EAE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0AE1D9D0" w14:textId="35CBB968" w:rsidR="00D35B76" w:rsidRPr="00DA4323" w:rsidRDefault="00DA4323" w:rsidP="006A597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>w pogłębionym stopniu w</w:t>
            </w:r>
            <w:r w:rsidR="006A5971" w:rsidRPr="00DA4323">
              <w:rPr>
                <w:rFonts w:ascii="Corbel" w:hAnsi="Corbel"/>
              </w:rPr>
              <w:t>ymieni i oceni zasady i normy etyczne dotyczące przygotowania bibliografii załącznikowej i przypisów, w tym wynikających z prawa autorskiego i własności intelektualnej</w:t>
            </w:r>
          </w:p>
        </w:tc>
        <w:tc>
          <w:tcPr>
            <w:tcW w:w="1863" w:type="dxa"/>
            <w:shd w:val="clear" w:color="auto" w:fill="auto"/>
          </w:tcPr>
          <w:p w14:paraId="156DBB29" w14:textId="78AB98C8" w:rsidR="00D35B76" w:rsidRPr="00DA4323" w:rsidRDefault="00712EAE" w:rsidP="00DA4323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DA4323">
              <w:rPr>
                <w:rFonts w:ascii="Corbel" w:hAnsi="Corbel"/>
              </w:rPr>
              <w:t>K_W</w:t>
            </w:r>
            <w:r w:rsidR="001D7A77" w:rsidRPr="00DA4323">
              <w:rPr>
                <w:rFonts w:ascii="Corbel" w:hAnsi="Corbel"/>
              </w:rPr>
              <w:t>21</w:t>
            </w:r>
          </w:p>
        </w:tc>
      </w:tr>
      <w:tr w:rsidR="00D35B76" w:rsidRPr="00DA4323" w14:paraId="13B70BE6" w14:textId="77777777" w:rsidTr="00913791">
        <w:tc>
          <w:tcPr>
            <w:tcW w:w="1690" w:type="dxa"/>
          </w:tcPr>
          <w:p w14:paraId="18799657" w14:textId="77777777" w:rsidR="00712EAE" w:rsidRPr="00DA4323" w:rsidRDefault="00712EAE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2E443CEB" w14:textId="5DFE607E" w:rsidR="00D35B76" w:rsidRPr="00DA4323" w:rsidRDefault="00DA4323" w:rsidP="006A597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>w</w:t>
            </w:r>
            <w:r w:rsidR="006A5971" w:rsidRPr="00DA4323">
              <w:rPr>
                <w:rFonts w:ascii="Corbel" w:hAnsi="Corbel"/>
              </w:rPr>
              <w:t>ykorzysta nowoczesne technologie informatyczne i informacyjne w celu pozyskiwania danych z uznanych źródeł internetowych (międzynarodowe i krajowe bazy danych publikacji i streszczeń, społecznościowe platformy dla naukowców), właściwych dla nauk społecznych i studiującej dyscypliny</w:t>
            </w:r>
            <w:r>
              <w:rPr>
                <w:rFonts w:ascii="Corbel" w:hAnsi="Corbel"/>
              </w:rPr>
              <w:t>;</w:t>
            </w:r>
            <w:r w:rsidR="006A5971" w:rsidRPr="00DA4323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</w:t>
            </w:r>
            <w:r w:rsidR="006A5971" w:rsidRPr="00DA4323">
              <w:rPr>
                <w:rFonts w:ascii="Corbel" w:hAnsi="Corbel"/>
              </w:rPr>
              <w:t>rzygotuje pracę wykorzystując odpowiednie oprogramowanie komputerowe do tworzenia automatycznie przypisów i bibliografii załącznikowej</w:t>
            </w:r>
          </w:p>
        </w:tc>
        <w:tc>
          <w:tcPr>
            <w:tcW w:w="1863" w:type="dxa"/>
            <w:shd w:val="clear" w:color="auto" w:fill="auto"/>
          </w:tcPr>
          <w:p w14:paraId="0AE1CE61" w14:textId="25A3A9A6" w:rsidR="00D35B76" w:rsidRPr="00DA4323" w:rsidRDefault="00712EAE" w:rsidP="00DA4323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DA4323">
              <w:rPr>
                <w:rFonts w:ascii="Corbel" w:hAnsi="Corbel"/>
              </w:rPr>
              <w:t>K_</w:t>
            </w:r>
            <w:r w:rsidR="006A5971" w:rsidRPr="00DA4323">
              <w:rPr>
                <w:rFonts w:ascii="Corbel" w:hAnsi="Corbel"/>
              </w:rPr>
              <w:t>U</w:t>
            </w:r>
            <w:r w:rsidR="00913791" w:rsidRPr="00DA4323">
              <w:rPr>
                <w:rFonts w:ascii="Corbel" w:hAnsi="Corbel"/>
              </w:rPr>
              <w:t>07</w:t>
            </w:r>
          </w:p>
        </w:tc>
      </w:tr>
      <w:tr w:rsidR="009B45B7" w:rsidRPr="00DA4323" w14:paraId="37C919E7" w14:textId="77777777" w:rsidTr="00913791">
        <w:tc>
          <w:tcPr>
            <w:tcW w:w="1690" w:type="dxa"/>
          </w:tcPr>
          <w:p w14:paraId="0132CC41" w14:textId="77777777" w:rsidR="009B45B7" w:rsidRPr="00DA4323" w:rsidRDefault="009B45B7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2E392EA" w14:textId="77777777" w:rsidR="009B45B7" w:rsidRPr="00DA4323" w:rsidRDefault="009B45B7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3F87E603" w14:textId="69B271E8" w:rsidR="009B45B7" w:rsidRPr="00DA4323" w:rsidRDefault="00DA4323" w:rsidP="006A597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>z</w:t>
            </w:r>
            <w:r w:rsidR="006A5971" w:rsidRPr="00DA4323">
              <w:rPr>
                <w:rFonts w:ascii="Corbel" w:hAnsi="Corbel"/>
              </w:rPr>
              <w:t xml:space="preserve">astosuje </w:t>
            </w:r>
            <w:r w:rsidR="006A5971" w:rsidRPr="00DA4323">
              <w:rPr>
                <w:rFonts w:ascii="Corbel" w:eastAsia="Times New Roman" w:hAnsi="Corbel"/>
                <w:lang w:eastAsia="pl-PL"/>
              </w:rPr>
              <w:t>odpowiednie mechanizmy segregacji i wyboru niezbędnych danych/informacji oraz dokona klasyfikacji i porównania literatury naukowej ze względu na uznane w świecie nauki kryteria jej doboru</w:t>
            </w:r>
          </w:p>
        </w:tc>
        <w:tc>
          <w:tcPr>
            <w:tcW w:w="1863" w:type="dxa"/>
            <w:shd w:val="clear" w:color="auto" w:fill="auto"/>
          </w:tcPr>
          <w:p w14:paraId="5B8FD41C" w14:textId="52E5E6B5" w:rsidR="009B45B7" w:rsidRPr="00DA4323" w:rsidRDefault="009B45B7" w:rsidP="00DA4323">
            <w:pPr>
              <w:pStyle w:val="Default"/>
              <w:jc w:val="center"/>
              <w:rPr>
                <w:rFonts w:ascii="Corbel" w:hAnsi="Corbel"/>
              </w:rPr>
            </w:pPr>
            <w:r w:rsidRPr="00DA4323">
              <w:rPr>
                <w:rFonts w:ascii="Corbel" w:hAnsi="Corbel"/>
              </w:rPr>
              <w:t>K_</w:t>
            </w:r>
            <w:r w:rsidR="006A5971" w:rsidRPr="00DA4323">
              <w:rPr>
                <w:rFonts w:ascii="Corbel" w:hAnsi="Corbel"/>
              </w:rPr>
              <w:t>U</w:t>
            </w:r>
            <w:r w:rsidR="00913791" w:rsidRPr="00DA4323">
              <w:rPr>
                <w:rFonts w:ascii="Corbel" w:hAnsi="Corbel"/>
              </w:rPr>
              <w:t>21</w:t>
            </w:r>
          </w:p>
        </w:tc>
      </w:tr>
      <w:tr w:rsidR="00D35B76" w:rsidRPr="00DA4323" w14:paraId="5F2BB7B7" w14:textId="77777777" w:rsidTr="00913791">
        <w:tc>
          <w:tcPr>
            <w:tcW w:w="1690" w:type="dxa"/>
          </w:tcPr>
          <w:p w14:paraId="705033EB" w14:textId="6DCBCDE5" w:rsidR="00712EAE" w:rsidRPr="00DA4323" w:rsidRDefault="00712EAE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B45B7" w:rsidRPr="00DA432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FE4B582" w14:textId="77777777" w:rsidR="00D35B76" w:rsidRPr="00DA4323" w:rsidRDefault="00D35B76" w:rsidP="00DA43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4140EE0" w14:textId="32847571" w:rsidR="00D35B76" w:rsidRPr="00DA4323" w:rsidRDefault="006A5971" w:rsidP="006A5971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DA4323">
              <w:rPr>
                <w:rFonts w:ascii="Corbel" w:hAnsi="Corbel"/>
              </w:rPr>
              <w:t>doceni rolę wiedzy w zakresie umiejętnego wykorzystania internetowych baz publikacji i streszczeń w projektowaniu własnego rozwoju naukowego</w:t>
            </w:r>
          </w:p>
        </w:tc>
        <w:tc>
          <w:tcPr>
            <w:tcW w:w="1863" w:type="dxa"/>
            <w:shd w:val="clear" w:color="auto" w:fill="auto"/>
          </w:tcPr>
          <w:p w14:paraId="608B6843" w14:textId="54D46E09" w:rsidR="00D35B76" w:rsidRPr="00DA4323" w:rsidRDefault="00712EAE" w:rsidP="00DA4323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DA4323">
              <w:rPr>
                <w:rFonts w:ascii="Corbel" w:hAnsi="Corbel"/>
              </w:rPr>
              <w:t>K_</w:t>
            </w:r>
            <w:r w:rsidR="006A5971" w:rsidRPr="00DA4323">
              <w:rPr>
                <w:rFonts w:ascii="Corbel" w:hAnsi="Corbel"/>
              </w:rPr>
              <w:t>K</w:t>
            </w:r>
            <w:r w:rsidR="00913791" w:rsidRPr="00DA4323">
              <w:rPr>
                <w:rFonts w:ascii="Corbel" w:hAnsi="Corbel"/>
              </w:rPr>
              <w:t>01</w:t>
            </w:r>
          </w:p>
        </w:tc>
      </w:tr>
    </w:tbl>
    <w:p w14:paraId="597FD33F" w14:textId="77777777" w:rsidR="00DA4323" w:rsidRPr="00DA4323" w:rsidRDefault="00DA4323" w:rsidP="00DA432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EC3F13A" w14:textId="60D7FFDE" w:rsidR="0085747A" w:rsidRPr="00DA432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A4323">
        <w:rPr>
          <w:rFonts w:ascii="Corbel" w:hAnsi="Corbel"/>
          <w:b/>
          <w:sz w:val="24"/>
          <w:szCs w:val="24"/>
        </w:rPr>
        <w:t>3.3</w:t>
      </w:r>
      <w:r w:rsidR="001D7B54" w:rsidRPr="00DA4323">
        <w:rPr>
          <w:rFonts w:ascii="Corbel" w:hAnsi="Corbel"/>
          <w:b/>
          <w:sz w:val="24"/>
          <w:szCs w:val="24"/>
        </w:rPr>
        <w:t xml:space="preserve"> </w:t>
      </w:r>
      <w:r w:rsidR="0085747A" w:rsidRPr="00DA4323">
        <w:rPr>
          <w:rFonts w:ascii="Corbel" w:hAnsi="Corbel"/>
          <w:b/>
          <w:sz w:val="24"/>
          <w:szCs w:val="24"/>
        </w:rPr>
        <w:t>T</w:t>
      </w:r>
      <w:r w:rsidR="001D7B54" w:rsidRPr="00DA432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A4323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DA432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A432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DA4323" w14:paraId="45AE25BE" w14:textId="77777777" w:rsidTr="00DA4323">
        <w:tc>
          <w:tcPr>
            <w:tcW w:w="9236" w:type="dxa"/>
          </w:tcPr>
          <w:p w14:paraId="75EAA44D" w14:textId="77777777" w:rsidR="00B56E1F" w:rsidRPr="00DA4323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DA4323" w14:paraId="7E2C3E29" w14:textId="77777777" w:rsidTr="00DA4323">
        <w:tc>
          <w:tcPr>
            <w:tcW w:w="9236" w:type="dxa"/>
          </w:tcPr>
          <w:p w14:paraId="44EAC8F5" w14:textId="04ACED6F" w:rsidR="00B56E1F" w:rsidRPr="00DA4323" w:rsidRDefault="00DA4323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---</w:t>
            </w:r>
          </w:p>
        </w:tc>
      </w:tr>
    </w:tbl>
    <w:p w14:paraId="571C5F52" w14:textId="77777777" w:rsidR="0085747A" w:rsidRPr="00DA432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2F5455" w14:textId="6042D07A" w:rsidR="004C0172" w:rsidRPr="00DA4323" w:rsidRDefault="0085747A" w:rsidP="00DA43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A4323">
        <w:rPr>
          <w:rFonts w:ascii="Corbel" w:hAnsi="Corbel"/>
          <w:sz w:val="24"/>
          <w:szCs w:val="24"/>
        </w:rPr>
        <w:t xml:space="preserve">Problematyka </w:t>
      </w:r>
      <w:r w:rsidR="00DA4323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C0172" w:rsidRPr="00DA4323" w14:paraId="52D750B6" w14:textId="77777777" w:rsidTr="00506727">
        <w:tc>
          <w:tcPr>
            <w:tcW w:w="9639" w:type="dxa"/>
          </w:tcPr>
          <w:p w14:paraId="00C2F901" w14:textId="77777777" w:rsidR="004C0172" w:rsidRPr="00DA4323" w:rsidRDefault="004C0172" w:rsidP="005067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0172" w:rsidRPr="00DA4323" w14:paraId="205F916A" w14:textId="77777777" w:rsidTr="00506727">
        <w:tc>
          <w:tcPr>
            <w:tcW w:w="9639" w:type="dxa"/>
          </w:tcPr>
          <w:p w14:paraId="29403C8C" w14:textId="1B0182A0" w:rsidR="004C0172" w:rsidRPr="00DA4323" w:rsidRDefault="004C0172" w:rsidP="005067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 xml:space="preserve">Bazy bibliograficzne jako źródło informacji naukowej – idea i struktura indeksów </w:t>
            </w:r>
            <w:r w:rsidR="00CE0E16">
              <w:rPr>
                <w:rFonts w:ascii="Corbel" w:hAnsi="Corbel"/>
                <w:sz w:val="24"/>
                <w:szCs w:val="24"/>
              </w:rPr>
              <w:t>cytowani.</w:t>
            </w:r>
          </w:p>
        </w:tc>
      </w:tr>
      <w:tr w:rsidR="004C0172" w:rsidRPr="00DA4323" w14:paraId="5EFE7EB8" w14:textId="77777777" w:rsidTr="00506727">
        <w:tc>
          <w:tcPr>
            <w:tcW w:w="9639" w:type="dxa"/>
          </w:tcPr>
          <w:p w14:paraId="0D5A5F16" w14:textId="23FD0247" w:rsidR="004C0172" w:rsidRPr="00DA4323" w:rsidRDefault="004C0172" w:rsidP="005067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val="en-GB"/>
              </w:rPr>
            </w:pPr>
            <w:r w:rsidRPr="00DA4323">
              <w:rPr>
                <w:rFonts w:ascii="Corbel" w:hAnsi="Corbel"/>
                <w:sz w:val="24"/>
                <w:szCs w:val="24"/>
                <w:lang w:val="en-GB"/>
              </w:rPr>
              <w:t xml:space="preserve">Wskaźnik impact factor (IF), Hirscha, SJR.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  <w:lang w:val="en-GB"/>
              </w:rPr>
              <w:t>Punktacja</w:t>
            </w:r>
            <w:proofErr w:type="spellEnd"/>
            <w:r w:rsidRPr="00DA4323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  <w:lang w:val="en-GB"/>
              </w:rPr>
              <w:t>MNiSW</w:t>
            </w:r>
            <w:proofErr w:type="spellEnd"/>
            <w:r w:rsidRPr="00DA4323">
              <w:rPr>
                <w:rFonts w:ascii="Corbel" w:hAnsi="Corbel"/>
                <w:sz w:val="24"/>
                <w:szCs w:val="24"/>
                <w:lang w:val="en-GB"/>
              </w:rPr>
              <w:t xml:space="preserve"> za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  <w:lang w:val="en-GB"/>
              </w:rPr>
              <w:t>publikacje</w:t>
            </w:r>
            <w:proofErr w:type="spellEnd"/>
            <w:r w:rsidR="00CE0E16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</w:tc>
      </w:tr>
      <w:tr w:rsidR="004C0172" w:rsidRPr="00DA4323" w14:paraId="77C2E68E" w14:textId="77777777" w:rsidTr="00506727">
        <w:tc>
          <w:tcPr>
            <w:tcW w:w="9639" w:type="dxa"/>
          </w:tcPr>
          <w:p w14:paraId="64504DBB" w14:textId="77777777" w:rsidR="004C0172" w:rsidRPr="00DA4323" w:rsidRDefault="004C0172" w:rsidP="00506727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 xml:space="preserve">Przegląd baz dostępnych za pośrednictwem Biblioteki Uniwersytetu Rzeszowskiego – ich charakterystyka. Bazy publikacji zagranicznych i indeksy cytowań (Web of Science, Scopus, Google Scholar, etc.). Bazy własne Uniwersytetu Rzeszowskiego. </w:t>
            </w:r>
          </w:p>
        </w:tc>
      </w:tr>
      <w:tr w:rsidR="004C0172" w:rsidRPr="00DA4323" w14:paraId="14310A5F" w14:textId="77777777" w:rsidTr="00506727">
        <w:tc>
          <w:tcPr>
            <w:tcW w:w="9639" w:type="dxa"/>
          </w:tcPr>
          <w:p w14:paraId="0B13DDCF" w14:textId="77777777" w:rsidR="004C0172" w:rsidRPr="00DA4323" w:rsidRDefault="004C0172" w:rsidP="00506727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Społecznościowe platformy dla naukowców (ResearchGate, Academia.edu). Wskaźniki altmetryczne. Wyszukiwarka Publish or Perish.</w:t>
            </w:r>
          </w:p>
        </w:tc>
      </w:tr>
      <w:tr w:rsidR="004C0172" w:rsidRPr="00DA4323" w14:paraId="77869205" w14:textId="77777777" w:rsidTr="00506727">
        <w:tc>
          <w:tcPr>
            <w:tcW w:w="9639" w:type="dxa"/>
          </w:tcPr>
          <w:p w14:paraId="38678C85" w14:textId="3C4D2294" w:rsidR="004C0172" w:rsidRPr="00DA4323" w:rsidRDefault="004C0172" w:rsidP="00506727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Niekomercyjny program ZOTERO jako narzędzie do tworzenia własnej bazy publikacji, archiwum stron internetowych, bibliografii i przypisów</w:t>
            </w:r>
            <w:r w:rsidR="00CE0E1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58A514E" w14:textId="77777777" w:rsidR="004C0172" w:rsidRPr="00DA4323" w:rsidRDefault="004C0172" w:rsidP="004C017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BA5EA8D" w14:textId="77777777" w:rsidR="0085747A" w:rsidRPr="00DA432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A4323">
        <w:rPr>
          <w:rFonts w:ascii="Corbel" w:hAnsi="Corbel"/>
          <w:smallCaps w:val="0"/>
          <w:szCs w:val="24"/>
        </w:rPr>
        <w:t>3.4 Metody dydaktyczne</w:t>
      </w:r>
      <w:r w:rsidRPr="00DA4323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DA43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0FBFFB" w14:textId="32F6EF4C" w:rsidR="004C0172" w:rsidRPr="00DA4323" w:rsidRDefault="00CE0E16" w:rsidP="004C0172">
      <w:pPr>
        <w:autoSpaceDE w:val="0"/>
        <w:autoSpaceDN w:val="0"/>
        <w:adjustRightInd w:val="0"/>
        <w:spacing w:after="0" w:line="240" w:lineRule="auto"/>
        <w:rPr>
          <w:rFonts w:ascii="Corbel" w:hAnsi="Corbel"/>
          <w:smallCaps/>
          <w:szCs w:val="24"/>
        </w:rPr>
      </w:pPr>
      <w:r>
        <w:rPr>
          <w:rFonts w:ascii="Corbel" w:hAnsi="Corbel" w:cs="DejaVuSans-Bold"/>
          <w:b/>
          <w:bCs/>
          <w:sz w:val="24"/>
          <w:szCs w:val="24"/>
          <w:lang w:eastAsia="pl-PL"/>
        </w:rPr>
        <w:t>Warsztat</w:t>
      </w:r>
      <w:r w:rsidR="004C0172" w:rsidRPr="00DA4323">
        <w:rPr>
          <w:rFonts w:ascii="Corbel" w:hAnsi="Corbel" w:cs="DejaVuSans-Bold"/>
          <w:bCs/>
          <w:sz w:val="24"/>
          <w:szCs w:val="24"/>
          <w:lang w:eastAsia="pl-PL"/>
        </w:rPr>
        <w:t>: mini wykład wprowadzający do zagadnienia, praca z internetowymi bazami publikacji i streszczeń - analiza i interpretacja danych źródłowych, metody aktywizujące (debata)</w:t>
      </w:r>
      <w:r>
        <w:rPr>
          <w:rFonts w:ascii="Corbel" w:hAnsi="Corbel" w:cs="DejaVuSans-Bold"/>
          <w:bCs/>
          <w:sz w:val="24"/>
          <w:szCs w:val="24"/>
          <w:lang w:eastAsia="pl-PL"/>
        </w:rPr>
        <w:t>.</w:t>
      </w:r>
    </w:p>
    <w:p w14:paraId="41EC439D" w14:textId="77777777" w:rsidR="00E960BB" w:rsidRPr="00DA432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DA432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A4323">
        <w:rPr>
          <w:rFonts w:ascii="Corbel" w:hAnsi="Corbel"/>
          <w:smallCaps w:val="0"/>
          <w:szCs w:val="24"/>
        </w:rPr>
        <w:t xml:space="preserve">4. </w:t>
      </w:r>
      <w:r w:rsidR="0085747A" w:rsidRPr="00DA4323">
        <w:rPr>
          <w:rFonts w:ascii="Corbel" w:hAnsi="Corbel"/>
          <w:smallCaps w:val="0"/>
          <w:szCs w:val="24"/>
        </w:rPr>
        <w:t>METODY I KRYTERIA OCENY</w:t>
      </w:r>
      <w:r w:rsidR="009F4610" w:rsidRPr="00DA4323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DA432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DA432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A432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A4323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DA43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A4323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DA4323" w:rsidRDefault="0071620A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4F671C1D" w:rsidR="0085747A" w:rsidRPr="00DA432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20773" w:rsidRPr="00DA43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057FDD6" w14:textId="77777777" w:rsidR="0085747A" w:rsidRPr="00DA432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A43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46471565" w:rsidR="00923D7D" w:rsidRPr="00DA4323" w:rsidRDefault="0085747A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1F107987" w14:textId="7FBE2DCE" w:rsidR="0085747A" w:rsidRPr="00DA4323" w:rsidRDefault="0085747A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F7E72" w:rsidRPr="00DA432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432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DA4323" w14:paraId="310B68A6" w14:textId="77777777" w:rsidTr="00C05F44">
        <w:tc>
          <w:tcPr>
            <w:tcW w:w="1985" w:type="dxa"/>
          </w:tcPr>
          <w:p w14:paraId="2DB216DC" w14:textId="77777777" w:rsidR="00B0496C" w:rsidRPr="00DA4323" w:rsidRDefault="00B0496C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0E6CB563" w:rsidR="00B0496C" w:rsidRPr="00DA4323" w:rsidRDefault="00620773" w:rsidP="0062077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omówienie w trakcie zajęć studium przypadku; praktyczny zaliczeniowy test semestralny</w:t>
            </w:r>
          </w:p>
        </w:tc>
        <w:tc>
          <w:tcPr>
            <w:tcW w:w="2126" w:type="dxa"/>
          </w:tcPr>
          <w:p w14:paraId="0C36E567" w14:textId="7503D559" w:rsidR="00B0496C" w:rsidRPr="00DA4323" w:rsidRDefault="006A5971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620773" w:rsidRPr="00DA432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0496C" w:rsidRPr="00DA4323" w14:paraId="4C7DF8DE" w14:textId="77777777" w:rsidTr="00C05F44">
        <w:tc>
          <w:tcPr>
            <w:tcW w:w="1985" w:type="dxa"/>
          </w:tcPr>
          <w:p w14:paraId="1DBA860B" w14:textId="77777777" w:rsidR="00B0496C" w:rsidRPr="00DA4323" w:rsidRDefault="00B0496C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36AD2232" w:rsidR="00B0496C" w:rsidRPr="00DA4323" w:rsidRDefault="00620773" w:rsidP="0062077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omówienie w trakcie zajęć studium przypadku; praktyczny zaliczeniowy test semestralny</w:t>
            </w:r>
          </w:p>
        </w:tc>
        <w:tc>
          <w:tcPr>
            <w:tcW w:w="2126" w:type="dxa"/>
          </w:tcPr>
          <w:p w14:paraId="18428F3E" w14:textId="51402DD8" w:rsidR="00B0496C" w:rsidRPr="00DA4323" w:rsidRDefault="00620773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0496C" w:rsidRPr="00DA4323" w14:paraId="17156572" w14:textId="77777777" w:rsidTr="00C05F44">
        <w:tc>
          <w:tcPr>
            <w:tcW w:w="1985" w:type="dxa"/>
          </w:tcPr>
          <w:p w14:paraId="17C13118" w14:textId="77777777" w:rsidR="00B0496C" w:rsidRPr="00DA4323" w:rsidRDefault="00B0496C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0D7525F9" w:rsidR="00B0496C" w:rsidRPr="00DA4323" w:rsidRDefault="00620773" w:rsidP="0062077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omówienie w trakcie zajęć studium przypadku; praktyczny zaliczeniowy test semestralny</w:t>
            </w:r>
          </w:p>
        </w:tc>
        <w:tc>
          <w:tcPr>
            <w:tcW w:w="2126" w:type="dxa"/>
          </w:tcPr>
          <w:p w14:paraId="3637D5E4" w14:textId="6F69E144" w:rsidR="00B0496C" w:rsidRPr="00DA4323" w:rsidRDefault="00620773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0496C" w:rsidRPr="00DA4323" w14:paraId="13B19633" w14:textId="77777777" w:rsidTr="00C05F44">
        <w:tc>
          <w:tcPr>
            <w:tcW w:w="1985" w:type="dxa"/>
          </w:tcPr>
          <w:p w14:paraId="2AE1832F" w14:textId="77777777" w:rsidR="00B0496C" w:rsidRPr="00DA4323" w:rsidRDefault="00B0496C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623E8950" w:rsidR="00B0496C" w:rsidRPr="00DA4323" w:rsidRDefault="00620773" w:rsidP="0062077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omówienie w trakcie zajęć studium przypadku; praktyczny zaliczeniowy test semestralny</w:t>
            </w:r>
          </w:p>
        </w:tc>
        <w:tc>
          <w:tcPr>
            <w:tcW w:w="2126" w:type="dxa"/>
          </w:tcPr>
          <w:p w14:paraId="4711DF55" w14:textId="673CF790" w:rsidR="00B0496C" w:rsidRPr="00DA4323" w:rsidRDefault="00620773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6A5971" w:rsidRPr="00DA4323" w14:paraId="703096E8" w14:textId="77777777" w:rsidTr="00C05F44">
        <w:tc>
          <w:tcPr>
            <w:tcW w:w="1985" w:type="dxa"/>
          </w:tcPr>
          <w:p w14:paraId="3196F670" w14:textId="74F44872" w:rsidR="006A5971" w:rsidRPr="00DA4323" w:rsidRDefault="00620773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778E3B8" w14:textId="1426A353" w:rsidR="006A5971" w:rsidRPr="00DA4323" w:rsidRDefault="00620773" w:rsidP="0062077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omówienie w trakcie zajęć studium przypadku; praktyczny zaliczeniowy test semestralny</w:t>
            </w:r>
          </w:p>
        </w:tc>
        <w:tc>
          <w:tcPr>
            <w:tcW w:w="2126" w:type="dxa"/>
          </w:tcPr>
          <w:p w14:paraId="43C4CE71" w14:textId="28F2331E" w:rsidR="006A5971" w:rsidRPr="00DA4323" w:rsidRDefault="00620773" w:rsidP="00CE0E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1EDBDF99" w14:textId="77777777" w:rsidR="00923D7D" w:rsidRPr="00DA432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3D2B98E5" w:rsidR="0085747A" w:rsidRPr="00DA432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A4323">
        <w:rPr>
          <w:rFonts w:ascii="Corbel" w:hAnsi="Corbel"/>
          <w:smallCaps w:val="0"/>
          <w:szCs w:val="24"/>
        </w:rPr>
        <w:t xml:space="preserve">4.2 </w:t>
      </w:r>
      <w:r w:rsidR="0085747A" w:rsidRPr="00DA432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A4323">
        <w:rPr>
          <w:rFonts w:ascii="Corbel" w:hAnsi="Corbel"/>
          <w:smallCaps w:val="0"/>
          <w:szCs w:val="24"/>
        </w:rPr>
        <w:t xml:space="preserve"> </w:t>
      </w:r>
    </w:p>
    <w:p w14:paraId="4526D0D1" w14:textId="77777777" w:rsidR="00620773" w:rsidRPr="00DA4323" w:rsidRDefault="00620773" w:rsidP="0051251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200D3DF" w14:textId="2275D3D5" w:rsidR="0085747A" w:rsidRDefault="00512512" w:rsidP="0051251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A4323">
        <w:rPr>
          <w:rFonts w:ascii="Corbel" w:hAnsi="Corbel"/>
          <w:b w:val="0"/>
          <w:smallCaps w:val="0"/>
          <w:szCs w:val="24"/>
        </w:rPr>
        <w:t xml:space="preserve">Przedmiot kończy się zaliczeniem na ocenę w oparciu o test semestralny. Aby uzyskać zaliczenie z przedmiotu należy uczestniczyć w zajęciach oraz o pozytywnie zaliczyć praktyczny test semestralny. Ocena z testu semestralnego jest </w:t>
      </w:r>
      <w:r w:rsidR="00CE0E16">
        <w:rPr>
          <w:rFonts w:ascii="Corbel" w:hAnsi="Corbel"/>
          <w:b w:val="0"/>
          <w:smallCaps w:val="0"/>
          <w:szCs w:val="24"/>
        </w:rPr>
        <w:t>równocześnie</w:t>
      </w:r>
      <w:r w:rsidRPr="00DA4323">
        <w:rPr>
          <w:rFonts w:ascii="Corbel" w:hAnsi="Corbel"/>
          <w:b w:val="0"/>
          <w:smallCaps w:val="0"/>
          <w:szCs w:val="24"/>
        </w:rPr>
        <w:t xml:space="preserve"> oceną z przedmiotu.</w:t>
      </w:r>
      <w:r w:rsidR="00CE0E16">
        <w:rPr>
          <w:rFonts w:ascii="Corbel" w:hAnsi="Corbel"/>
          <w:b w:val="0"/>
          <w:smallCaps w:val="0"/>
          <w:szCs w:val="24"/>
        </w:rPr>
        <w:t xml:space="preserve"> Ocena jest wystawiana wg następujących </w:t>
      </w:r>
      <w:proofErr w:type="spellStart"/>
      <w:r w:rsidR="00CE0E16">
        <w:rPr>
          <w:rFonts w:ascii="Corbel" w:hAnsi="Corbel"/>
          <w:b w:val="0"/>
          <w:smallCaps w:val="0"/>
          <w:szCs w:val="24"/>
        </w:rPr>
        <w:t>kryterów</w:t>
      </w:r>
      <w:proofErr w:type="spellEnd"/>
      <w:r w:rsidR="00CE0E16">
        <w:rPr>
          <w:rFonts w:ascii="Corbel" w:hAnsi="Corbel"/>
          <w:b w:val="0"/>
          <w:smallCaps w:val="0"/>
          <w:szCs w:val="24"/>
        </w:rPr>
        <w:t>:</w:t>
      </w:r>
    </w:p>
    <w:p w14:paraId="6BCBF9D1" w14:textId="77777777" w:rsidR="00CE0E16" w:rsidRPr="00CE0E16" w:rsidRDefault="00CE0E16" w:rsidP="00CE0E1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0E16">
        <w:rPr>
          <w:rFonts w:ascii="Corbel" w:hAnsi="Corbel"/>
          <w:b w:val="0"/>
          <w:smallCaps w:val="0"/>
          <w:szCs w:val="24"/>
        </w:rPr>
        <w:t xml:space="preserve">ocena 5.0 – wykazuje znajomość treści kształcenia na poziomie 93%-100% </w:t>
      </w:r>
      <w:r w:rsidRPr="00CE0E16">
        <w:rPr>
          <w:rStyle w:val="x4k7w5x"/>
          <w:rFonts w:ascii="Corbel" w:hAnsi="Corbel"/>
          <w:b w:val="0"/>
          <w:smallCaps w:val="0"/>
        </w:rPr>
        <w:t>(znakomita wiedza)</w:t>
      </w:r>
    </w:p>
    <w:p w14:paraId="0B3BBAD8" w14:textId="77777777" w:rsidR="00CE0E16" w:rsidRPr="00CE0E16" w:rsidRDefault="00CE0E16" w:rsidP="00CE0E1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0E16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CE0E16">
        <w:rPr>
          <w:rStyle w:val="x4k7w5x"/>
          <w:rFonts w:ascii="Corbel" w:hAnsi="Corbel"/>
          <w:b w:val="0"/>
          <w:smallCaps w:val="0"/>
        </w:rPr>
        <w:t>(bardzo dobry poziom wiedzy z drobnymi błędami)</w:t>
      </w:r>
    </w:p>
    <w:p w14:paraId="0D7BA3F3" w14:textId="77777777" w:rsidR="00CE0E16" w:rsidRPr="00CE0E16" w:rsidRDefault="00CE0E16" w:rsidP="00CE0E1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0E16">
        <w:rPr>
          <w:rFonts w:ascii="Corbel" w:hAnsi="Corbel"/>
          <w:b w:val="0"/>
          <w:smallCaps w:val="0"/>
          <w:szCs w:val="24"/>
        </w:rPr>
        <w:lastRenderedPageBreak/>
        <w:t xml:space="preserve">ocena 4.0 – wykazuje znajomość treści kształcenia na poziomie 77%-84% </w:t>
      </w:r>
      <w:r w:rsidRPr="00CE0E16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</w:p>
    <w:p w14:paraId="5B4D4C96" w14:textId="77777777" w:rsidR="00CE0E16" w:rsidRPr="00CE0E16" w:rsidRDefault="00CE0E16" w:rsidP="00CE0E1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0E16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CE0E16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</w:p>
    <w:p w14:paraId="3F7FEFE2" w14:textId="77777777" w:rsidR="00CE0E16" w:rsidRPr="00CE0E16" w:rsidRDefault="00CE0E16" w:rsidP="00CE0E1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0E16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CE0E16">
        <w:rPr>
          <w:rStyle w:val="x4k7w5x"/>
          <w:rFonts w:ascii="Corbel" w:hAnsi="Corbel"/>
          <w:b w:val="0"/>
          <w:smallCaps w:val="0"/>
        </w:rPr>
        <w:t>(zadowalająca wiedza z licznymi błędami)</w:t>
      </w:r>
    </w:p>
    <w:p w14:paraId="7065E006" w14:textId="2A227F54" w:rsidR="00CE0E16" w:rsidRPr="00CE0E16" w:rsidRDefault="00CE0E16" w:rsidP="00CE0E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0E16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CE0E16">
        <w:rPr>
          <w:rStyle w:val="x4k7w5x"/>
          <w:rFonts w:ascii="Corbel" w:hAnsi="Corbel"/>
          <w:b w:val="0"/>
          <w:smallCaps w:val="0"/>
        </w:rPr>
        <w:t>(niezadowalająca wiedza, liczne błędy)</w:t>
      </w:r>
    </w:p>
    <w:p w14:paraId="22D2736C" w14:textId="77777777" w:rsidR="00620773" w:rsidRPr="00CE0E16" w:rsidRDefault="00620773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</w:p>
    <w:p w14:paraId="34CCFBA9" w14:textId="295451CA" w:rsidR="009F4610" w:rsidRPr="00DA432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A4323">
        <w:rPr>
          <w:rFonts w:ascii="Corbel" w:hAnsi="Corbel"/>
          <w:b/>
          <w:sz w:val="24"/>
          <w:szCs w:val="24"/>
        </w:rPr>
        <w:t xml:space="preserve">5. </w:t>
      </w:r>
      <w:r w:rsidR="00C61DC5" w:rsidRPr="00DA432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0C5696" w:rsidRPr="00DA4323" w14:paraId="4B0441A4" w14:textId="77777777" w:rsidTr="00CE0E16">
        <w:tc>
          <w:tcPr>
            <w:tcW w:w="5132" w:type="dxa"/>
            <w:vAlign w:val="center"/>
          </w:tcPr>
          <w:p w14:paraId="36DF6095" w14:textId="77777777" w:rsidR="000C5696" w:rsidRPr="00DA4323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88F3F8" w14:textId="77777777" w:rsidR="000C5696" w:rsidRPr="00DA4323" w:rsidRDefault="000C5696" w:rsidP="00CE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DA4323" w14:paraId="05D39134" w14:textId="77777777" w:rsidTr="00CE0E16">
        <w:tc>
          <w:tcPr>
            <w:tcW w:w="5132" w:type="dxa"/>
          </w:tcPr>
          <w:p w14:paraId="7D571487" w14:textId="0AAFE7CE" w:rsidR="000C5696" w:rsidRPr="00DA4323" w:rsidRDefault="000C5696" w:rsidP="00E40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CE0E1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A432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0BB8B16" w14:textId="3D1E9AFB" w:rsidR="000C5696" w:rsidRPr="00DA4323" w:rsidRDefault="005B44FB" w:rsidP="00CE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DA4323" w14:paraId="3DF32911" w14:textId="77777777" w:rsidTr="00CE0E16">
        <w:tc>
          <w:tcPr>
            <w:tcW w:w="5132" w:type="dxa"/>
          </w:tcPr>
          <w:p w14:paraId="207632F0" w14:textId="184E17C1" w:rsidR="000C5696" w:rsidRPr="00DA4323" w:rsidRDefault="000C5696" w:rsidP="00E40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E0E1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DA4323">
              <w:rPr>
                <w:rFonts w:ascii="Corbel" w:hAnsi="Corbel"/>
                <w:sz w:val="24"/>
                <w:szCs w:val="24"/>
              </w:rPr>
              <w:t>:</w:t>
            </w:r>
          </w:p>
          <w:p w14:paraId="718CD9C1" w14:textId="06F20FB9" w:rsidR="000C5696" w:rsidRPr="00DA4323" w:rsidRDefault="003B346E" w:rsidP="00E40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-</w:t>
            </w:r>
            <w:r w:rsidR="00CE0E1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DA432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88" w:type="dxa"/>
          </w:tcPr>
          <w:p w14:paraId="52D7581D" w14:textId="77777777" w:rsidR="003B346E" w:rsidRPr="00DA4323" w:rsidRDefault="003B346E" w:rsidP="00CE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5AC751DD" w:rsidR="000C5696" w:rsidRPr="00DA4323" w:rsidRDefault="005B44FB" w:rsidP="00CE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DA4323" w14:paraId="301489F0" w14:textId="77777777" w:rsidTr="00CE0E16">
        <w:tc>
          <w:tcPr>
            <w:tcW w:w="5132" w:type="dxa"/>
          </w:tcPr>
          <w:p w14:paraId="3B41E308" w14:textId="77777777" w:rsidR="00CE0E16" w:rsidRDefault="005B44FB" w:rsidP="00E40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A432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A4323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357CE861" w14:textId="77777777" w:rsidR="008F03B0" w:rsidRDefault="00CE0E16" w:rsidP="00E40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</w:t>
            </w:r>
            <w:r w:rsidR="005B44FB" w:rsidRPr="00DA4323">
              <w:rPr>
                <w:rFonts w:ascii="Corbel" w:hAnsi="Corbel"/>
                <w:sz w:val="24"/>
                <w:szCs w:val="24"/>
              </w:rPr>
              <w:t>tudiowanie literatury przedmiotu oraz podanych przypadków</w:t>
            </w:r>
          </w:p>
          <w:p w14:paraId="65B8FA32" w14:textId="77777777" w:rsidR="00CE0E16" w:rsidRDefault="00CE0E16" w:rsidP="00E40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Pr="00DA4323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77645C5B" w14:textId="18FF4C61" w:rsidR="00CE0E16" w:rsidRPr="00DA4323" w:rsidRDefault="00CE0E16" w:rsidP="00E40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Pr="00DA4323">
              <w:rPr>
                <w:rFonts w:ascii="Corbel" w:hAnsi="Corbel"/>
                <w:sz w:val="24"/>
                <w:szCs w:val="24"/>
              </w:rPr>
              <w:t>rzygotowanie do zaliczenia testu semestralnego</w:t>
            </w:r>
          </w:p>
        </w:tc>
        <w:tc>
          <w:tcPr>
            <w:tcW w:w="4388" w:type="dxa"/>
          </w:tcPr>
          <w:p w14:paraId="6FEB402B" w14:textId="77777777" w:rsidR="00CE0E16" w:rsidRDefault="00CE0E16" w:rsidP="00CE0E16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6BA9CDC5" w14:textId="6C47E345" w:rsidR="00CE0E16" w:rsidRDefault="00CE0E16" w:rsidP="00CE0E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29F3A" w14:textId="4D9533A6" w:rsidR="000C5696" w:rsidRDefault="005B44FB" w:rsidP="00CE0E1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13</w:t>
            </w:r>
          </w:p>
          <w:p w14:paraId="1EAAA36C" w14:textId="6DD5DAFF" w:rsidR="00CE0E16" w:rsidRDefault="00CE0E16" w:rsidP="00CE0E1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274A616" w14:textId="678106E3" w:rsidR="003B346E" w:rsidRPr="00DA4323" w:rsidRDefault="00CE0E16" w:rsidP="00CE0E1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5696" w:rsidRPr="00DA4323" w14:paraId="02915295" w14:textId="77777777" w:rsidTr="00CE0E16">
        <w:tc>
          <w:tcPr>
            <w:tcW w:w="5132" w:type="dxa"/>
          </w:tcPr>
          <w:p w14:paraId="1EFC7DE7" w14:textId="77777777" w:rsidR="000C5696" w:rsidRPr="00DA4323" w:rsidRDefault="000C5696" w:rsidP="00E407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776C5DB" w14:textId="33146E52" w:rsidR="000C5696" w:rsidRPr="00DA4323" w:rsidRDefault="005B44FB" w:rsidP="00CE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DA4323" w14:paraId="3A81EC9D" w14:textId="77777777" w:rsidTr="00CE0E16">
        <w:tc>
          <w:tcPr>
            <w:tcW w:w="5132" w:type="dxa"/>
          </w:tcPr>
          <w:p w14:paraId="1C19C073" w14:textId="77777777" w:rsidR="000C5696" w:rsidRPr="00DA4323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A432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2F8B69A" w14:textId="6EEA3BFB" w:rsidR="000C5696" w:rsidRPr="00DA4323" w:rsidRDefault="005B44FB" w:rsidP="00CE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A432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52A2C" w14:textId="134A40A8" w:rsidR="0085747A" w:rsidRPr="00DA4323" w:rsidRDefault="00CE0E16" w:rsidP="00CE0E1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  </w:t>
      </w:r>
      <w:r w:rsidR="00923D7D" w:rsidRPr="00DA432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A432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DA432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DA432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A4323">
        <w:rPr>
          <w:rFonts w:ascii="Corbel" w:hAnsi="Corbel"/>
          <w:smallCaps w:val="0"/>
          <w:szCs w:val="24"/>
        </w:rPr>
        <w:t xml:space="preserve">6. </w:t>
      </w:r>
      <w:r w:rsidR="0085747A" w:rsidRPr="00DA4323">
        <w:rPr>
          <w:rFonts w:ascii="Corbel" w:hAnsi="Corbel"/>
          <w:smallCaps w:val="0"/>
          <w:szCs w:val="24"/>
        </w:rPr>
        <w:t>PRAKTYKI ZAWO</w:t>
      </w:r>
      <w:r w:rsidR="009C1331" w:rsidRPr="00DA4323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DA432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DA4323" w14:paraId="391A91F1" w14:textId="77777777" w:rsidTr="00CE0E16">
        <w:trPr>
          <w:trHeight w:val="397"/>
        </w:trPr>
        <w:tc>
          <w:tcPr>
            <w:tcW w:w="3856" w:type="dxa"/>
          </w:tcPr>
          <w:p w14:paraId="64452BF5" w14:textId="77777777" w:rsidR="0085747A" w:rsidRPr="00DA43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4CB439CF" w14:textId="5ADFE860" w:rsidR="0085747A" w:rsidRPr="00DA4323" w:rsidRDefault="00CE0E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A4323" w14:paraId="573F2A1E" w14:textId="77777777" w:rsidTr="00CE0E16">
        <w:trPr>
          <w:trHeight w:val="397"/>
        </w:trPr>
        <w:tc>
          <w:tcPr>
            <w:tcW w:w="3856" w:type="dxa"/>
          </w:tcPr>
          <w:p w14:paraId="4B5D98ED" w14:textId="77777777" w:rsidR="0085747A" w:rsidRPr="00DA43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432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60C095C9" w14:textId="276B9E9A" w:rsidR="0085747A" w:rsidRPr="00DA4323" w:rsidRDefault="00CE0E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D3FA288" w14:textId="77777777" w:rsidR="003E1941" w:rsidRPr="00DA432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DA432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A4323">
        <w:rPr>
          <w:rFonts w:ascii="Corbel" w:hAnsi="Corbel"/>
          <w:smallCaps w:val="0"/>
          <w:szCs w:val="24"/>
        </w:rPr>
        <w:t xml:space="preserve">7. </w:t>
      </w:r>
      <w:r w:rsidR="0085747A" w:rsidRPr="00DA4323">
        <w:rPr>
          <w:rFonts w:ascii="Corbel" w:hAnsi="Corbel"/>
          <w:smallCaps w:val="0"/>
          <w:szCs w:val="24"/>
        </w:rPr>
        <w:t>LITERATURA</w:t>
      </w:r>
      <w:r w:rsidRPr="00DA4323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DA323B" w:rsidRPr="00CE0E16" w14:paraId="48AE14F8" w14:textId="77777777" w:rsidTr="00CE0E16">
        <w:trPr>
          <w:trHeight w:val="397"/>
        </w:trPr>
        <w:tc>
          <w:tcPr>
            <w:tcW w:w="9214" w:type="dxa"/>
          </w:tcPr>
          <w:p w14:paraId="42A098E6" w14:textId="48742BD7" w:rsidR="00DA323B" w:rsidRPr="00CE0E16" w:rsidRDefault="00DA323B" w:rsidP="00E174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E0E1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907DA28" w14:textId="77777777" w:rsidR="00121C72" w:rsidRPr="00CE0E16" w:rsidRDefault="00121C72" w:rsidP="00CE0E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0E16">
              <w:rPr>
                <w:rFonts w:ascii="Corbel" w:hAnsi="Corbel"/>
                <w:b w:val="0"/>
                <w:smallCaps w:val="0"/>
                <w:szCs w:val="24"/>
              </w:rPr>
              <w:t>Klincewicz, K., Żemigała, M., Mijal, M. (2012). Bibliometria w zarządzaniu technologiami i badaniami naukowymi. Warszawa: Ministerstwo Nauki i Szkolnictwa Wyższego (</w:t>
            </w:r>
            <w:hyperlink r:id="rId8" w:history="1">
              <w:r w:rsidRPr="00CE0E16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http://kpbc.umk.pl/Content/81392/bibliometria_klincewicz.pdf</w:t>
              </w:r>
            </w:hyperlink>
            <w:r w:rsidRPr="00CE0E1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0560388" w14:textId="77777777" w:rsidR="00CE0E16" w:rsidRPr="00CE0E16" w:rsidRDefault="00CE0E16" w:rsidP="00CE0E16">
            <w:pPr>
              <w:pStyle w:val="Akapitzlist"/>
              <w:autoSpaceDE w:val="0"/>
              <w:autoSpaceDN w:val="0"/>
              <w:adjustRightInd w:val="0"/>
              <w:spacing w:after="240" w:line="240" w:lineRule="auto"/>
              <w:ind w:left="30"/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  <w:p w14:paraId="68FB568B" w14:textId="59280BB5" w:rsidR="00F047E8" w:rsidRPr="00CE0E16" w:rsidRDefault="00121C72" w:rsidP="00CE0E16">
            <w:pPr>
              <w:pStyle w:val="Akapitzlist"/>
              <w:autoSpaceDE w:val="0"/>
              <w:autoSpaceDN w:val="0"/>
              <w:adjustRightInd w:val="0"/>
              <w:spacing w:after="240" w:line="240" w:lineRule="auto"/>
              <w:ind w:left="3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CE0E16"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  <w:t>Bibliografczne</w:t>
            </w:r>
            <w:proofErr w:type="spellEnd"/>
            <w:r w:rsidRPr="00CE0E16"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  <w:t xml:space="preserve"> bazy danych i ich rola w rozwoju nauki. II Konferencja naukowa Konsorcjum BazTech. Poznań, 17-19 kwietnia 2013 </w:t>
            </w:r>
            <w:r w:rsidRPr="00CE0E16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[online]. 2013. </w:t>
            </w:r>
            <w:r w:rsidRPr="00CE0E16">
              <w:rPr>
                <w:rFonts w:ascii="Corbel" w:hAnsi="Corbel" w:cs="DejaVuSans-Oblique"/>
                <w:i/>
                <w:iCs/>
                <w:color w:val="000000"/>
                <w:sz w:val="24"/>
                <w:szCs w:val="24"/>
                <w:lang w:eastAsia="pl-PL"/>
              </w:rPr>
              <w:t xml:space="preserve">EBIB Materiały konferencyjne </w:t>
            </w:r>
            <w:r w:rsidRPr="00CE0E16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nr 24</w:t>
            </w:r>
          </w:p>
          <w:p w14:paraId="2014C1D7" w14:textId="733D0BC0" w:rsidR="00F047E8" w:rsidRPr="00CE0E16" w:rsidRDefault="00121C72" w:rsidP="00CE0E1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Corbel" w:hAnsi="Corbel"/>
                <w:sz w:val="24"/>
                <w:szCs w:val="24"/>
              </w:rPr>
            </w:pPr>
            <w:r w:rsidRPr="00CE0E16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(</w:t>
            </w:r>
            <w:hyperlink r:id="rId9" w:history="1">
              <w:r w:rsidRPr="00CE0E16">
                <w:rPr>
                  <w:rStyle w:val="Hipercze"/>
                  <w:rFonts w:ascii="Corbel" w:hAnsi="Corbel" w:cs="DejaVuSans"/>
                  <w:sz w:val="24"/>
                  <w:szCs w:val="24"/>
                  <w:lang w:eastAsia="pl-PL"/>
                </w:rPr>
                <w:t>http://open.ebib.pl/ojs/index.php/Mat_konf/issue/view/134</w:t>
              </w:r>
            </w:hyperlink>
            <w:r w:rsidRPr="00CE0E16">
              <w:rPr>
                <w:rFonts w:ascii="Corbel" w:hAnsi="Corbel"/>
                <w:sz w:val="24"/>
                <w:szCs w:val="24"/>
              </w:rPr>
              <w:t>)</w:t>
            </w:r>
          </w:p>
          <w:p w14:paraId="576D5841" w14:textId="77777777" w:rsidR="00CE0E16" w:rsidRPr="00CE0E16" w:rsidRDefault="00CE0E16" w:rsidP="00CE0E1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867D7D" w14:textId="2ED25E03" w:rsidR="00121C72" w:rsidRPr="00CE0E16" w:rsidRDefault="00121C72" w:rsidP="00CE0E16">
            <w:pPr>
              <w:autoSpaceDE w:val="0"/>
              <w:autoSpaceDN w:val="0"/>
              <w:adjustRightInd w:val="0"/>
              <w:spacing w:after="0" w:line="240" w:lineRule="auto"/>
              <w:rPr>
                <w:rStyle w:val="value"/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CE0E16">
              <w:rPr>
                <w:rFonts w:ascii="Corbel" w:hAnsi="Corbel"/>
                <w:sz w:val="24"/>
                <w:szCs w:val="24"/>
              </w:rPr>
              <w:t xml:space="preserve">Rębisz S., Michno E. (2021) </w:t>
            </w:r>
            <w:r w:rsidRPr="00CE0E16">
              <w:rPr>
                <w:rFonts w:ascii="Corbel" w:hAnsi="Corbel"/>
                <w:i/>
                <w:iCs/>
                <w:sz w:val="24"/>
                <w:szCs w:val="24"/>
              </w:rPr>
              <w:t>E-widoczność akademików z instytutów pedagogiki w cyfrowym środowisku naukowym. Studium porównawcze wybranych uczelni z Polski</w:t>
            </w:r>
            <w:r w:rsidRPr="00CE0E16">
              <w:rPr>
                <w:rFonts w:ascii="Corbel" w:hAnsi="Corbel"/>
                <w:sz w:val="24"/>
                <w:szCs w:val="24"/>
              </w:rPr>
              <w:t xml:space="preserve">, „Społeczeństwo. Edukacja. Język” t. 14 nr 1, DOI: </w:t>
            </w:r>
            <w:r w:rsidRPr="00CE0E16">
              <w:rPr>
                <w:rFonts w:ascii="Corbel" w:hAnsi="Corbel" w:cs="Noto Sans"/>
                <w:sz w:val="24"/>
                <w:szCs w:val="24"/>
              </w:rPr>
              <w:t> </w:t>
            </w:r>
            <w:hyperlink r:id="rId10" w:history="1">
              <w:r w:rsidRPr="00CE0E16">
                <w:rPr>
                  <w:rStyle w:val="Hipercze"/>
                  <w:rFonts w:ascii="Corbel" w:hAnsi="Corbel" w:cs="Noto Sans"/>
                  <w:sz w:val="24"/>
                  <w:szCs w:val="24"/>
                </w:rPr>
                <w:t>https://doi.org/10.19251/sej/2021.14.1(9)</w:t>
              </w:r>
            </w:hyperlink>
          </w:p>
          <w:p w14:paraId="78289A22" w14:textId="77777777" w:rsidR="00DA323B" w:rsidRPr="00CE0E16" w:rsidRDefault="00DA323B" w:rsidP="00156B80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DA323B" w:rsidRPr="00CE0E16" w14:paraId="0D880534" w14:textId="77777777" w:rsidTr="00CE0E16">
        <w:trPr>
          <w:trHeight w:val="397"/>
        </w:trPr>
        <w:tc>
          <w:tcPr>
            <w:tcW w:w="9214" w:type="dxa"/>
          </w:tcPr>
          <w:p w14:paraId="5967496E" w14:textId="75481376" w:rsidR="00DA323B" w:rsidRPr="00CE0E16" w:rsidRDefault="00DA323B" w:rsidP="00E174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E0E16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5CD09B92" w14:textId="30187F09" w:rsidR="00121C72" w:rsidRPr="00CE0E16" w:rsidRDefault="00121C72" w:rsidP="00CE0E1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E0E16">
              <w:rPr>
                <w:rFonts w:ascii="Corbel" w:hAnsi="Corbel"/>
                <w:sz w:val="24"/>
                <w:szCs w:val="24"/>
              </w:rPr>
              <w:t xml:space="preserve">Grygiel P., </w:t>
            </w:r>
            <w:r w:rsidRPr="00CE0E16">
              <w:rPr>
                <w:rFonts w:ascii="Corbel" w:hAnsi="Corbel"/>
                <w:bCs/>
                <w:sz w:val="24"/>
                <w:szCs w:val="24"/>
              </w:rPr>
              <w:t>Rębisz S</w:t>
            </w:r>
            <w:r w:rsidRPr="00CE0E16">
              <w:rPr>
                <w:rFonts w:ascii="Corbel" w:hAnsi="Corbel"/>
                <w:sz w:val="24"/>
                <w:szCs w:val="24"/>
              </w:rPr>
              <w:t xml:space="preserve">., Humenny G. (2010), </w:t>
            </w:r>
            <w:r w:rsidRPr="00CE0E16">
              <w:rPr>
                <w:rFonts w:ascii="Corbel" w:hAnsi="Corbel"/>
                <w:i/>
                <w:iCs/>
                <w:sz w:val="24"/>
                <w:szCs w:val="24"/>
              </w:rPr>
              <w:t xml:space="preserve">Analiza bibliometryczna jako narzędzie badania efektywności nauczycieli akademickich. Przykład Uniwersytetu </w:t>
            </w:r>
            <w:r w:rsidR="00F047E8" w:rsidRPr="00CE0E16">
              <w:rPr>
                <w:rFonts w:ascii="Corbel" w:hAnsi="Corbel"/>
                <w:i/>
                <w:iCs/>
                <w:sz w:val="24"/>
                <w:szCs w:val="24"/>
              </w:rPr>
              <w:t>Rzeszowskiego</w:t>
            </w:r>
            <w:r w:rsidRPr="00CE0E16">
              <w:rPr>
                <w:rFonts w:ascii="Corbel" w:hAnsi="Corbel"/>
                <w:sz w:val="24"/>
                <w:szCs w:val="24"/>
              </w:rPr>
              <w:t xml:space="preserve"> (w:) </w:t>
            </w:r>
            <w:r w:rsidRPr="00CE0E16">
              <w:rPr>
                <w:rStyle w:val="Uwydatnienie"/>
                <w:rFonts w:ascii="Corbel" w:hAnsi="Corbel" w:cs="Arial"/>
                <w:sz w:val="24"/>
                <w:szCs w:val="24"/>
              </w:rPr>
              <w:lastRenderedPageBreak/>
              <w:t xml:space="preserve">Współczesne zmiany w szkolnictwie wyższym oraz w modelach kariery akademickiej, </w:t>
            </w:r>
            <w:r w:rsidRPr="00CE0E16">
              <w:rPr>
                <w:rFonts w:ascii="Corbel" w:hAnsi="Corbel"/>
                <w:sz w:val="24"/>
                <w:szCs w:val="24"/>
              </w:rPr>
              <w:t>pod red. G. Prawelskiej-Skrzypek i B. Jałochy, Wydawnictwo Uniwersytetu Jagiellońskiego, Kraków, s. 65-84 (</w:t>
            </w:r>
            <w:hyperlink r:id="rId11" w:history="1">
              <w:r w:rsidRPr="00CE0E16">
                <w:rPr>
                  <w:rStyle w:val="Hipercze"/>
                  <w:rFonts w:ascii="Corbel" w:hAnsi="Corbel" w:cs="Cambria"/>
                  <w:sz w:val="24"/>
                  <w:szCs w:val="24"/>
                </w:rPr>
                <w:t>https://depot.ceon.pl/handle/123456789/8809?show=full</w:t>
              </w:r>
            </w:hyperlink>
            <w:r w:rsidRPr="00CE0E16">
              <w:rPr>
                <w:rFonts w:ascii="Corbel" w:hAnsi="Corbel"/>
                <w:sz w:val="24"/>
                <w:szCs w:val="24"/>
              </w:rPr>
              <w:t>)</w:t>
            </w:r>
          </w:p>
          <w:p w14:paraId="34871523" w14:textId="77777777" w:rsidR="00CE0E16" w:rsidRPr="003C755B" w:rsidRDefault="00CE0E16" w:rsidP="00CE0E16">
            <w:pPr>
              <w:pStyle w:val="NormalnyWeb"/>
              <w:shd w:val="clear" w:color="auto" w:fill="FEFEFE"/>
              <w:spacing w:before="0" w:beforeAutospacing="0" w:after="0" w:afterAutospacing="0"/>
              <w:rPr>
                <w:rStyle w:val="Pogrubienie"/>
                <w:rFonts w:ascii="Corbel" w:hAnsi="Corbel" w:cs="Arial"/>
                <w:b w:val="0"/>
                <w:bCs w:val="0"/>
              </w:rPr>
            </w:pPr>
          </w:p>
          <w:p w14:paraId="5379275A" w14:textId="01D3C707" w:rsidR="00121C72" w:rsidRPr="00CE0E16" w:rsidRDefault="00121C72" w:rsidP="00CE0E16">
            <w:pPr>
              <w:pStyle w:val="NormalnyWeb"/>
              <w:shd w:val="clear" w:color="auto" w:fill="FEFEFE"/>
              <w:spacing w:before="0" w:beforeAutospacing="0" w:after="0" w:afterAutospacing="0"/>
              <w:rPr>
                <w:rFonts w:ascii="Corbel" w:hAnsi="Corbel"/>
                <w:b/>
                <w:i/>
                <w:smallCaps/>
                <w:color w:val="000000"/>
              </w:rPr>
            </w:pPr>
            <w:proofErr w:type="spellStart"/>
            <w:r w:rsidRPr="00CE0E16">
              <w:rPr>
                <w:rStyle w:val="Pogrubienie"/>
                <w:rFonts w:ascii="Corbel" w:hAnsi="Corbel" w:cs="Arial"/>
                <w:b w:val="0"/>
                <w:bCs w:val="0"/>
                <w:lang w:val="en-GB"/>
              </w:rPr>
              <w:t>Rębisz</w:t>
            </w:r>
            <w:proofErr w:type="spellEnd"/>
            <w:r w:rsidRPr="00CE0E16">
              <w:rPr>
                <w:rStyle w:val="Pogrubienie"/>
                <w:rFonts w:ascii="Corbel" w:hAnsi="Corbel" w:cs="Arial"/>
                <w:b w:val="0"/>
                <w:bCs w:val="0"/>
                <w:lang w:val="en-GB"/>
              </w:rPr>
              <w:t>, S.</w:t>
            </w:r>
            <w:r w:rsidRPr="00CE0E16">
              <w:rPr>
                <w:rFonts w:ascii="Corbel" w:hAnsi="Corbel" w:cs="Arial"/>
                <w:lang w:val="en-GB"/>
              </w:rPr>
              <w:t> (2021). Scholarly Achievement versus Editorial Board Membership. The Case of the Top Ten Polish Pedagogical Journals. </w:t>
            </w:r>
            <w:r w:rsidRPr="00CE0E16">
              <w:rPr>
                <w:rStyle w:val="Uwydatnienie"/>
                <w:rFonts w:ascii="Corbel" w:hAnsi="Corbel" w:cs="Arial"/>
                <w:lang w:val="en-GB"/>
              </w:rPr>
              <w:t>LIBER Quarterly: The Journal of the Association of European Research Libraries</w:t>
            </w:r>
            <w:r w:rsidRPr="00CE0E16">
              <w:rPr>
                <w:rFonts w:ascii="Corbel" w:hAnsi="Corbel" w:cs="Arial"/>
                <w:lang w:val="en-GB"/>
              </w:rPr>
              <w:t>, </w:t>
            </w:r>
            <w:r w:rsidRPr="00CE0E16">
              <w:rPr>
                <w:rStyle w:val="Uwydatnienie"/>
                <w:rFonts w:ascii="Corbel" w:hAnsi="Corbel" w:cs="Arial"/>
                <w:lang w:val="en-GB"/>
              </w:rPr>
              <w:t>31</w:t>
            </w:r>
            <w:r w:rsidRPr="00CE0E16">
              <w:rPr>
                <w:rFonts w:ascii="Corbel" w:hAnsi="Corbel" w:cs="Arial"/>
                <w:lang w:val="en-GB"/>
              </w:rPr>
              <w:t>(1), 1-26. </w:t>
            </w:r>
            <w:hyperlink r:id="rId12" w:history="1">
              <w:r w:rsidRPr="00CE0E16">
                <w:rPr>
                  <w:rStyle w:val="Hipercze"/>
                  <w:rFonts w:ascii="Corbel" w:eastAsia="Calibri" w:hAnsi="Corbel" w:cs="Arial"/>
                </w:rPr>
                <w:t xml:space="preserve">https://doi.org/10.53377/lq.11070 </w:t>
              </w:r>
            </w:hyperlink>
          </w:p>
          <w:p w14:paraId="3FDBD30B" w14:textId="77777777" w:rsidR="00CE0E16" w:rsidRDefault="00CE0E16" w:rsidP="00CE0E16">
            <w:pPr>
              <w:pStyle w:val="Nagwek2"/>
              <w:shd w:val="clear" w:color="auto" w:fill="FFFFFF"/>
              <w:spacing w:before="0" w:beforeAutospacing="0" w:after="0" w:afterAutospacing="0"/>
              <w:rPr>
                <w:rStyle w:val="Pogrubienie"/>
                <w:rFonts w:ascii="Corbel" w:hAnsi="Corbel"/>
                <w:sz w:val="24"/>
                <w:szCs w:val="24"/>
              </w:rPr>
            </w:pPr>
          </w:p>
          <w:p w14:paraId="05579F54" w14:textId="3D429F08" w:rsidR="00121C72" w:rsidRPr="00CE0E16" w:rsidRDefault="00121C72" w:rsidP="00CE0E16">
            <w:pPr>
              <w:pStyle w:val="Nagwek2"/>
              <w:shd w:val="clear" w:color="auto" w:fill="FFFFFF"/>
              <w:spacing w:before="0" w:beforeAutospacing="0" w:after="0" w:afterAutospacing="0"/>
              <w:rPr>
                <w:rFonts w:ascii="Corbel" w:hAnsi="Corbel" w:cs="Noto Sans"/>
                <w:b w:val="0"/>
                <w:bCs w:val="0"/>
                <w:sz w:val="24"/>
                <w:szCs w:val="24"/>
              </w:rPr>
            </w:pPr>
            <w:r w:rsidRPr="00CE0E16">
              <w:rPr>
                <w:rStyle w:val="Pogrubienie"/>
                <w:rFonts w:ascii="Corbel" w:hAnsi="Corbel"/>
                <w:sz w:val="24"/>
                <w:szCs w:val="24"/>
              </w:rPr>
              <w:t>Rębisz, S.</w:t>
            </w:r>
            <w:r w:rsidRPr="00CE0E16">
              <w:rPr>
                <w:rFonts w:ascii="Corbel" w:hAnsi="Corbel"/>
                <w:b w:val="0"/>
                <w:bCs w:val="0"/>
                <w:sz w:val="24"/>
                <w:szCs w:val="24"/>
              </w:rPr>
              <w:t>, Kapczyński, M. (2018).  Aktywność publikacyjna pracowników sektora nauki i badań z Polski, Słowacji i Węgier w latach  2005-2009 i 2010-2014</w:t>
            </w:r>
            <w:r w:rsidRPr="00CE0E16">
              <w:rPr>
                <w:rStyle w:val="Pogrubienie"/>
                <w:rFonts w:ascii="Corbel" w:hAnsi="Corbel"/>
                <w:sz w:val="24"/>
                <w:szCs w:val="24"/>
              </w:rPr>
              <w:t xml:space="preserve">. </w:t>
            </w:r>
            <w:r w:rsidRPr="00CE0E16">
              <w:rPr>
                <w:rStyle w:val="Uwydatnienie"/>
                <w:rFonts w:ascii="Corbel" w:hAnsi="Corbel"/>
                <w:b w:val="0"/>
                <w:bCs w:val="0"/>
                <w:sz w:val="24"/>
                <w:szCs w:val="24"/>
              </w:rPr>
              <w:t>Zarządzanie Publiczne</w:t>
            </w:r>
            <w:r w:rsidRPr="00CE0E16">
              <w:rPr>
                <w:rFonts w:ascii="Corbel" w:hAnsi="Corbel"/>
                <w:b w:val="0"/>
                <w:bCs w:val="0"/>
                <w:sz w:val="24"/>
                <w:szCs w:val="24"/>
              </w:rPr>
              <w:t>, 4(44), s. 403-425. (</w:t>
            </w:r>
            <w:hyperlink r:id="rId13" w:history="1">
              <w:r w:rsidRPr="00CE0E16">
                <w:rPr>
                  <w:rStyle w:val="Hipercze"/>
                  <w:rFonts w:ascii="Corbel" w:hAnsi="Corbel"/>
                  <w:b w:val="0"/>
                  <w:bCs w:val="0"/>
                  <w:sz w:val="24"/>
                  <w:szCs w:val="24"/>
                </w:rPr>
                <w:t>http://www.ejournals.eu/Zarzadzanie-Publiczne/2018/Zarzadzanie-Publiczne-4-2018/art/13803/</w:t>
              </w:r>
            </w:hyperlink>
            <w:r w:rsidRPr="00CE0E16">
              <w:rPr>
                <w:rFonts w:ascii="Corbel" w:hAnsi="Corbel"/>
                <w:b w:val="0"/>
                <w:bCs w:val="0"/>
                <w:sz w:val="24"/>
                <w:szCs w:val="24"/>
              </w:rPr>
              <w:t>)</w:t>
            </w:r>
          </w:p>
        </w:tc>
      </w:tr>
    </w:tbl>
    <w:p w14:paraId="363C4B65" w14:textId="77777777" w:rsidR="00DA323B" w:rsidRPr="00DA4323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2541AD" w14:textId="77777777" w:rsidR="00675843" w:rsidRPr="00DA432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F355E2" w14:textId="77777777" w:rsidR="0085747A" w:rsidRPr="00DA432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A432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A4323" w:rsidSect="002745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58619" w14:textId="77777777" w:rsidR="00274568" w:rsidRDefault="00274568" w:rsidP="00C16ABF">
      <w:pPr>
        <w:spacing w:after="0" w:line="240" w:lineRule="auto"/>
      </w:pPr>
      <w:r>
        <w:separator/>
      </w:r>
    </w:p>
  </w:endnote>
  <w:endnote w:type="continuationSeparator" w:id="0">
    <w:p w14:paraId="500BBC9D" w14:textId="77777777" w:rsidR="00274568" w:rsidRDefault="002745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C7070" w14:textId="77777777" w:rsidR="00274568" w:rsidRDefault="00274568" w:rsidP="00C16ABF">
      <w:pPr>
        <w:spacing w:after="0" w:line="240" w:lineRule="auto"/>
      </w:pPr>
      <w:r>
        <w:separator/>
      </w:r>
    </w:p>
  </w:footnote>
  <w:footnote w:type="continuationSeparator" w:id="0">
    <w:p w14:paraId="282AD6EC" w14:textId="77777777" w:rsidR="00274568" w:rsidRDefault="0027456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9A1B05"/>
    <w:multiLevelType w:val="hybridMultilevel"/>
    <w:tmpl w:val="DA2EC7BA"/>
    <w:lvl w:ilvl="0" w:tplc="0415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 w15:restartNumberingAfterBreak="0">
    <w:nsid w:val="424F02F8"/>
    <w:multiLevelType w:val="hybridMultilevel"/>
    <w:tmpl w:val="83D4C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77007"/>
    <w:multiLevelType w:val="multilevel"/>
    <w:tmpl w:val="2F84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1B3662"/>
    <w:multiLevelType w:val="hybridMultilevel"/>
    <w:tmpl w:val="FBA8E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221360">
    <w:abstractNumId w:val="0"/>
  </w:num>
  <w:num w:numId="2" w16cid:durableId="825509920">
    <w:abstractNumId w:val="2"/>
  </w:num>
  <w:num w:numId="3" w16cid:durableId="1188255792">
    <w:abstractNumId w:val="1"/>
  </w:num>
  <w:num w:numId="4" w16cid:durableId="46413312">
    <w:abstractNumId w:val="4"/>
  </w:num>
  <w:num w:numId="5" w16cid:durableId="60603977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5615"/>
    <w:rsid w:val="00107219"/>
    <w:rsid w:val="001132F3"/>
    <w:rsid w:val="00121C72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06D7"/>
    <w:rsid w:val="001640A7"/>
    <w:rsid w:val="00164FA7"/>
    <w:rsid w:val="00166A03"/>
    <w:rsid w:val="001718A7"/>
    <w:rsid w:val="001737CF"/>
    <w:rsid w:val="00176083"/>
    <w:rsid w:val="001770C7"/>
    <w:rsid w:val="0019137D"/>
    <w:rsid w:val="00192F37"/>
    <w:rsid w:val="001A70D2"/>
    <w:rsid w:val="001C2FE4"/>
    <w:rsid w:val="001C498C"/>
    <w:rsid w:val="001C4B47"/>
    <w:rsid w:val="001D27B6"/>
    <w:rsid w:val="001D657B"/>
    <w:rsid w:val="001D7A77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74568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1B5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643"/>
    <w:rsid w:val="00346FE9"/>
    <w:rsid w:val="0034759A"/>
    <w:rsid w:val="003503F6"/>
    <w:rsid w:val="003530DD"/>
    <w:rsid w:val="00363F78"/>
    <w:rsid w:val="00365B34"/>
    <w:rsid w:val="003A0A5B"/>
    <w:rsid w:val="003A1176"/>
    <w:rsid w:val="003A6D87"/>
    <w:rsid w:val="003B346E"/>
    <w:rsid w:val="003C0BAE"/>
    <w:rsid w:val="003C755B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172"/>
    <w:rsid w:val="004C4470"/>
    <w:rsid w:val="004D5282"/>
    <w:rsid w:val="004F1551"/>
    <w:rsid w:val="004F55A3"/>
    <w:rsid w:val="0050496F"/>
    <w:rsid w:val="0050664A"/>
    <w:rsid w:val="005102DF"/>
    <w:rsid w:val="00512512"/>
    <w:rsid w:val="00513B6F"/>
    <w:rsid w:val="00515CDF"/>
    <w:rsid w:val="00517C63"/>
    <w:rsid w:val="00526C94"/>
    <w:rsid w:val="005339FB"/>
    <w:rsid w:val="005363C4"/>
    <w:rsid w:val="00536BDE"/>
    <w:rsid w:val="00543ACC"/>
    <w:rsid w:val="0056696D"/>
    <w:rsid w:val="00573EF9"/>
    <w:rsid w:val="0059484D"/>
    <w:rsid w:val="005A0855"/>
    <w:rsid w:val="005A3196"/>
    <w:rsid w:val="005B44FB"/>
    <w:rsid w:val="005C080F"/>
    <w:rsid w:val="005C55E5"/>
    <w:rsid w:val="005C696A"/>
    <w:rsid w:val="005E6E85"/>
    <w:rsid w:val="005F31D2"/>
    <w:rsid w:val="00606A26"/>
    <w:rsid w:val="0061029B"/>
    <w:rsid w:val="00617230"/>
    <w:rsid w:val="00620773"/>
    <w:rsid w:val="00621CE1"/>
    <w:rsid w:val="00627FC9"/>
    <w:rsid w:val="0064133E"/>
    <w:rsid w:val="00647FA8"/>
    <w:rsid w:val="00650C5F"/>
    <w:rsid w:val="00654934"/>
    <w:rsid w:val="00654C51"/>
    <w:rsid w:val="006620D9"/>
    <w:rsid w:val="00671958"/>
    <w:rsid w:val="00675843"/>
    <w:rsid w:val="00676A10"/>
    <w:rsid w:val="00685CCD"/>
    <w:rsid w:val="00696477"/>
    <w:rsid w:val="006A02D5"/>
    <w:rsid w:val="006A4353"/>
    <w:rsid w:val="006A5971"/>
    <w:rsid w:val="006D050F"/>
    <w:rsid w:val="006D6139"/>
    <w:rsid w:val="006E06E2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2B5C"/>
    <w:rsid w:val="007F4155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1E88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13791"/>
    <w:rsid w:val="00916188"/>
    <w:rsid w:val="00923D7D"/>
    <w:rsid w:val="00931506"/>
    <w:rsid w:val="009508DF"/>
    <w:rsid w:val="00950DAC"/>
    <w:rsid w:val="00954A07"/>
    <w:rsid w:val="00960011"/>
    <w:rsid w:val="00997F14"/>
    <w:rsid w:val="009A78D9"/>
    <w:rsid w:val="009B45B7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E72"/>
    <w:rsid w:val="00B0496C"/>
    <w:rsid w:val="00B06142"/>
    <w:rsid w:val="00B135B1"/>
    <w:rsid w:val="00B271EB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23A1"/>
    <w:rsid w:val="00BB3009"/>
    <w:rsid w:val="00BB520A"/>
    <w:rsid w:val="00BC3625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0ABB"/>
    <w:rsid w:val="00C324C1"/>
    <w:rsid w:val="00C353C1"/>
    <w:rsid w:val="00C36992"/>
    <w:rsid w:val="00C376FA"/>
    <w:rsid w:val="00C56036"/>
    <w:rsid w:val="00C61DC5"/>
    <w:rsid w:val="00C67978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0E16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A4323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407BA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424E"/>
    <w:rsid w:val="00F047E8"/>
    <w:rsid w:val="00F070AB"/>
    <w:rsid w:val="00F17567"/>
    <w:rsid w:val="00F27A7B"/>
    <w:rsid w:val="00F47417"/>
    <w:rsid w:val="00F47855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121C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21C72"/>
    <w:rPr>
      <w:rFonts w:eastAsia="Times New Roman"/>
      <w:b/>
      <w:bCs/>
      <w:sz w:val="36"/>
      <w:szCs w:val="36"/>
    </w:rPr>
  </w:style>
  <w:style w:type="character" w:styleId="Pogrubienie">
    <w:name w:val="Strong"/>
    <w:uiPriority w:val="22"/>
    <w:qFormat/>
    <w:rsid w:val="00121C72"/>
    <w:rPr>
      <w:b/>
      <w:bCs/>
    </w:rPr>
  </w:style>
  <w:style w:type="character" w:styleId="Uwydatnienie">
    <w:name w:val="Emphasis"/>
    <w:uiPriority w:val="20"/>
    <w:qFormat/>
    <w:rsid w:val="00121C72"/>
    <w:rPr>
      <w:i/>
      <w:iCs/>
    </w:rPr>
  </w:style>
  <w:style w:type="character" w:customStyle="1" w:styleId="value">
    <w:name w:val="value"/>
    <w:basedOn w:val="Domylnaczcionkaakapitu"/>
    <w:rsid w:val="00121C72"/>
  </w:style>
  <w:style w:type="paragraph" w:styleId="NormalnyWeb">
    <w:name w:val="Normal (Web)"/>
    <w:basedOn w:val="Normalny"/>
    <w:uiPriority w:val="99"/>
    <w:unhideWhenUsed/>
    <w:rsid w:val="00121C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de-wcag">
    <w:name w:val="hide-wcag"/>
    <w:basedOn w:val="Domylnaczcionkaakapitu"/>
    <w:rsid w:val="00121C72"/>
  </w:style>
  <w:style w:type="character" w:styleId="Nierozpoznanawzmianka">
    <w:name w:val="Unresolved Mention"/>
    <w:basedOn w:val="Domylnaczcionkaakapitu"/>
    <w:uiPriority w:val="99"/>
    <w:semiHidden/>
    <w:unhideWhenUsed/>
    <w:rsid w:val="00121C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21C72"/>
    <w:rPr>
      <w:color w:val="800080" w:themeColor="followedHyperlink"/>
      <w:u w:val="single"/>
    </w:rPr>
  </w:style>
  <w:style w:type="character" w:customStyle="1" w:styleId="x4k7w5x">
    <w:name w:val="x4k7w5x"/>
    <w:basedOn w:val="Domylnaczcionkaakapitu"/>
    <w:rsid w:val="00CE0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1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bc.umk.pl/Content/81392/bibliometria_klincewicz.pdf" TargetMode="External"/><Relationship Id="rId13" Type="http://schemas.openxmlformats.org/officeDocument/2006/relationships/hyperlink" Target="http://www.ejournals.eu/Zarzadzanie-Publiczne/2018/Zarzadzanie-Publiczne-4-2018/art/1380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53377/lq.11070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pot.ceon.pl/handle/123456789/8809?show=ful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19251/sej/2021.14.1(9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en.ebib.pl/ojs/index.php/Mat_konf/issue/view/134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45B3-1F4B-4ABD-8D9B-83A3589A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1346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5</cp:revision>
  <cp:lastPrinted>2019-12-09T10:29:00Z</cp:lastPrinted>
  <dcterms:created xsi:type="dcterms:W3CDTF">2024-04-10T23:12:00Z</dcterms:created>
  <dcterms:modified xsi:type="dcterms:W3CDTF">2024-04-24T13:13:00Z</dcterms:modified>
</cp:coreProperties>
</file>